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7C35" w14:textId="77777777" w:rsidR="00B87FBD" w:rsidRPr="00930B26" w:rsidRDefault="00B87FBD" w:rsidP="00997246">
      <w:pPr>
        <w:jc w:val="both"/>
      </w:pPr>
    </w:p>
    <w:p w14:paraId="1484E70E" w14:textId="77777777" w:rsidR="00AE73C9" w:rsidRPr="00930B26" w:rsidRDefault="00AE73C9" w:rsidP="00997246">
      <w:pPr>
        <w:jc w:val="both"/>
      </w:pPr>
    </w:p>
    <w:p w14:paraId="49A0C9D8" w14:textId="77777777" w:rsidR="00626458" w:rsidRPr="00930B26" w:rsidRDefault="00626458" w:rsidP="00506724">
      <w:pPr>
        <w:jc w:val="center"/>
        <w:rPr>
          <w:b/>
          <w:sz w:val="32"/>
        </w:rPr>
      </w:pPr>
      <w:r w:rsidRPr="00930B26">
        <w:rPr>
          <w:b/>
          <w:sz w:val="32"/>
        </w:rPr>
        <w:t>Call for Applications</w:t>
      </w:r>
    </w:p>
    <w:p w14:paraId="386C416E" w14:textId="77777777" w:rsidR="00626458" w:rsidRPr="00930B26" w:rsidRDefault="00626458" w:rsidP="00506724">
      <w:pPr>
        <w:jc w:val="center"/>
        <w:rPr>
          <w:b/>
          <w:sz w:val="22"/>
        </w:rPr>
      </w:pPr>
    </w:p>
    <w:p w14:paraId="3E286F8A" w14:textId="77777777" w:rsidR="00DC638C" w:rsidRPr="00930B26" w:rsidRDefault="00DC638C" w:rsidP="00DC638C">
      <w:pPr>
        <w:jc w:val="center"/>
        <w:rPr>
          <w:b/>
          <w:sz w:val="22"/>
        </w:rPr>
      </w:pPr>
      <w:r w:rsidRPr="00930B26">
        <w:rPr>
          <w:b/>
          <w:sz w:val="22"/>
        </w:rPr>
        <w:t>SHARE “Peer Multiplier Training” (PMT) –</w:t>
      </w:r>
    </w:p>
    <w:p w14:paraId="304BDF18" w14:textId="77777777" w:rsidR="00DC638C" w:rsidRDefault="00DC638C" w:rsidP="00DC638C">
      <w:pPr>
        <w:jc w:val="center"/>
        <w:rPr>
          <w:b/>
          <w:sz w:val="22"/>
          <w:szCs w:val="22"/>
        </w:rPr>
      </w:pPr>
      <w:r w:rsidRPr="00930B26">
        <w:rPr>
          <w:b/>
          <w:sz w:val="22"/>
        </w:rPr>
        <w:t>Training-of-</w:t>
      </w:r>
      <w:r w:rsidRPr="001C4655">
        <w:rPr>
          <w:b/>
          <w:sz w:val="22"/>
          <w:szCs w:val="22"/>
        </w:rPr>
        <w:t>Trainers Seminar for experts in</w:t>
      </w:r>
      <w:r>
        <w:rPr>
          <w:b/>
          <w:sz w:val="22"/>
          <w:szCs w:val="22"/>
        </w:rPr>
        <w:t xml:space="preserve"> the field of</w:t>
      </w:r>
    </w:p>
    <w:p w14:paraId="69BA6D04" w14:textId="77777777" w:rsidR="00DC638C" w:rsidRPr="001C4655" w:rsidRDefault="00DC638C" w:rsidP="00DC638C">
      <w:pPr>
        <w:jc w:val="center"/>
        <w:rPr>
          <w:b/>
          <w:sz w:val="22"/>
          <w:szCs w:val="22"/>
        </w:rPr>
      </w:pPr>
    </w:p>
    <w:p w14:paraId="2FF50F5E" w14:textId="77777777" w:rsidR="00DC638C" w:rsidRPr="001C4655" w:rsidRDefault="00DC638C" w:rsidP="00DC638C">
      <w:pPr>
        <w:jc w:val="center"/>
        <w:rPr>
          <w:b/>
          <w:sz w:val="22"/>
          <w:szCs w:val="22"/>
        </w:rPr>
      </w:pPr>
      <w:r w:rsidRPr="001C4655">
        <w:rPr>
          <w:b/>
          <w:sz w:val="22"/>
          <w:szCs w:val="22"/>
        </w:rPr>
        <w:t>Teaching and Learning (track 1)</w:t>
      </w:r>
    </w:p>
    <w:p w14:paraId="675B459D" w14:textId="77777777" w:rsidR="00DC638C" w:rsidRPr="001C4655" w:rsidRDefault="00DC638C" w:rsidP="00DC638C">
      <w:pPr>
        <w:jc w:val="center"/>
        <w:rPr>
          <w:b/>
          <w:sz w:val="22"/>
          <w:szCs w:val="22"/>
        </w:rPr>
      </w:pPr>
      <w:r w:rsidRPr="001C4655">
        <w:rPr>
          <w:b/>
          <w:sz w:val="22"/>
          <w:szCs w:val="22"/>
        </w:rPr>
        <w:t>&amp;</w:t>
      </w:r>
    </w:p>
    <w:p w14:paraId="338A8847" w14:textId="77777777" w:rsidR="00DC638C" w:rsidRPr="001C4655" w:rsidRDefault="00DC638C" w:rsidP="00DC638C">
      <w:pPr>
        <w:jc w:val="center"/>
        <w:rPr>
          <w:sz w:val="22"/>
          <w:szCs w:val="22"/>
        </w:rPr>
      </w:pPr>
      <w:r w:rsidRPr="001C4655">
        <w:rPr>
          <w:b/>
          <w:sz w:val="22"/>
          <w:szCs w:val="22"/>
        </w:rPr>
        <w:t>External Quality Assuranc</w:t>
      </w:r>
      <w:bookmarkStart w:id="0" w:name="_GoBack"/>
      <w:bookmarkEnd w:id="0"/>
      <w:r w:rsidRPr="001C4655">
        <w:rPr>
          <w:b/>
          <w:sz w:val="22"/>
          <w:szCs w:val="22"/>
        </w:rPr>
        <w:t>e (track 2)</w:t>
      </w:r>
    </w:p>
    <w:p w14:paraId="0BD32468" w14:textId="77777777" w:rsidR="00DC638C" w:rsidRPr="00930B26" w:rsidRDefault="00DC638C" w:rsidP="00506724">
      <w:pPr>
        <w:jc w:val="center"/>
        <w:rPr>
          <w:b/>
          <w:sz w:val="22"/>
        </w:rPr>
      </w:pPr>
    </w:p>
    <w:p w14:paraId="63978A66" w14:textId="77777777" w:rsidR="00C53BCD" w:rsidRPr="00C53BCD" w:rsidRDefault="00C53BCD" w:rsidP="00506724">
      <w:pPr>
        <w:jc w:val="center"/>
        <w:rPr>
          <w:b/>
          <w:sz w:val="28"/>
          <w:u w:val="single"/>
        </w:rPr>
      </w:pPr>
      <w:r w:rsidRPr="00C53BCD">
        <w:rPr>
          <w:b/>
          <w:sz w:val="28"/>
          <w:u w:val="single"/>
        </w:rPr>
        <w:t>ANNEX 1:</w:t>
      </w:r>
    </w:p>
    <w:p w14:paraId="17BDF59B" w14:textId="290FF0D9" w:rsidR="00C53BCD" w:rsidRPr="00C53BCD" w:rsidRDefault="00C53BCD" w:rsidP="00506724">
      <w:pPr>
        <w:jc w:val="center"/>
        <w:rPr>
          <w:b/>
          <w:sz w:val="28"/>
        </w:rPr>
      </w:pPr>
      <w:r w:rsidRPr="00C53BCD">
        <w:rPr>
          <w:b/>
          <w:sz w:val="28"/>
        </w:rPr>
        <w:t>Application Form</w:t>
      </w:r>
    </w:p>
    <w:p w14:paraId="7B5AD072" w14:textId="77777777" w:rsidR="00C53BCD" w:rsidRPr="00930B26" w:rsidRDefault="00C53BCD" w:rsidP="00506724">
      <w:pPr>
        <w:jc w:val="center"/>
      </w:pPr>
    </w:p>
    <w:p w14:paraId="7212BF64" w14:textId="3431DC69" w:rsidR="00C53BCD" w:rsidRDefault="00C53BCD" w:rsidP="00EB4332">
      <w:pPr>
        <w:jc w:val="center"/>
        <w:rPr>
          <w:b/>
        </w:rPr>
      </w:pPr>
      <w:bookmarkStart w:id="1" w:name="_Hlk507506710"/>
      <w:r>
        <w:rPr>
          <w:b/>
        </w:rPr>
        <w:t xml:space="preserve">The application deadline is </w:t>
      </w:r>
      <w:r w:rsidR="00AC46A1">
        <w:rPr>
          <w:b/>
        </w:rPr>
        <w:t xml:space="preserve">15 </w:t>
      </w:r>
      <w:r>
        <w:rPr>
          <w:b/>
        </w:rPr>
        <w:t>April 2018.</w:t>
      </w:r>
    </w:p>
    <w:p w14:paraId="7BA153D0" w14:textId="77777777" w:rsidR="00EB4332" w:rsidRDefault="00C53BCD" w:rsidP="00EB4332">
      <w:pPr>
        <w:jc w:val="center"/>
      </w:pPr>
      <w:r>
        <w:t>For an</w:t>
      </w:r>
      <w:r w:rsidR="00EB4332">
        <w:t>y questions, kindly contact</w:t>
      </w:r>
    </w:p>
    <w:p w14:paraId="74F4E0DD" w14:textId="4C0BCC16" w:rsidR="00C53BCD" w:rsidRPr="00C53BCD" w:rsidRDefault="00EB4332" w:rsidP="00EB4332">
      <w:pPr>
        <w:jc w:val="center"/>
      </w:pPr>
      <w:r>
        <w:t xml:space="preserve">the </w:t>
      </w:r>
      <w:r w:rsidR="00C53BCD">
        <w:t xml:space="preserve">SHARE project team via </w:t>
      </w:r>
      <w:r w:rsidR="00C53BCD" w:rsidRPr="00C53BCD">
        <w:rPr>
          <w:u w:val="single"/>
        </w:rPr>
        <w:t>gries@daadjkt.org</w:t>
      </w:r>
      <w:r w:rsidR="00C53BCD">
        <w:t xml:space="preserve"> or </w:t>
      </w:r>
      <w:r w:rsidR="00C53BCD" w:rsidRPr="00C53BCD">
        <w:rPr>
          <w:u w:val="single"/>
        </w:rPr>
        <w:t>ellyzar@daadjkt.org</w:t>
      </w:r>
      <w:r w:rsidR="00C53BCD">
        <w:t>.</w:t>
      </w:r>
    </w:p>
    <w:bookmarkEnd w:id="1"/>
    <w:p w14:paraId="021E90CC" w14:textId="50A8AC0C" w:rsidR="00C53BCD" w:rsidRDefault="00C53BCD" w:rsidP="00506724">
      <w:pPr>
        <w:rPr>
          <w:b/>
        </w:rPr>
      </w:pPr>
    </w:p>
    <w:p w14:paraId="4ED1DB06" w14:textId="0DA37FC4" w:rsidR="00C53BCD" w:rsidRPr="00C53BCD" w:rsidRDefault="00EB4332" w:rsidP="00506724">
      <w:pPr>
        <w:rPr>
          <w:b/>
          <w:i/>
          <w:sz w:val="22"/>
        </w:rPr>
      </w:pPr>
      <w:r>
        <w:rPr>
          <w:b/>
          <w:i/>
          <w:sz w:val="22"/>
        </w:rPr>
        <w:t xml:space="preserve">I. </w:t>
      </w:r>
      <w:r w:rsidR="00C53BCD" w:rsidRPr="00C53BCD">
        <w:rPr>
          <w:b/>
          <w:i/>
          <w:sz w:val="22"/>
        </w:rPr>
        <w:t>Personal Information:</w:t>
      </w:r>
    </w:p>
    <w:p w14:paraId="3244EA5E" w14:textId="77777777" w:rsidR="00C53BCD" w:rsidRDefault="00C53BCD" w:rsidP="00506724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AA0EFC" w14:paraId="7E2C6028" w14:textId="77777777" w:rsidTr="00682286">
        <w:trPr>
          <w:trHeight w:val="581"/>
        </w:trPr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30DE7298" w14:textId="74D41883" w:rsidR="00AA0EFC" w:rsidRDefault="00AA0EFC" w:rsidP="00AA0EFC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bookmarkStart w:id="2" w:name="Text48"/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60DEFAF2" w14:textId="07BD584C" w:rsidR="00AA0EFC" w:rsidRDefault="00AA0EFC" w:rsidP="00AA0EFC">
            <w:pPr>
              <w:rPr>
                <w:b/>
              </w:rPr>
            </w:pPr>
            <w:r w:rsidRPr="00BE7DDB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  <w:bookmarkEnd w:id="2"/>
          </w:p>
        </w:tc>
        <w:tc>
          <w:tcPr>
            <w:tcW w:w="3004" w:type="dxa"/>
            <w:tcBorders>
              <w:bottom w:val="single" w:sz="4" w:space="0" w:color="auto"/>
            </w:tcBorders>
            <w:vAlign w:val="center"/>
          </w:tcPr>
          <w:p w14:paraId="654E0BED" w14:textId="05F11515" w:rsidR="00AA0EFC" w:rsidRDefault="00AA0EFC" w:rsidP="00AA0EFC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C53BCD" w14:paraId="304A2BB2" w14:textId="77777777" w:rsidTr="00C53BCD">
        <w:tc>
          <w:tcPr>
            <w:tcW w:w="3003" w:type="dxa"/>
            <w:tcBorders>
              <w:left w:val="nil"/>
              <w:bottom w:val="nil"/>
              <w:right w:val="nil"/>
            </w:tcBorders>
          </w:tcPr>
          <w:p w14:paraId="1D3B5565" w14:textId="1C2CA22D" w:rsidR="00C53BCD" w:rsidRDefault="00C53BCD" w:rsidP="00C53BCD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3003" w:type="dxa"/>
            <w:tcBorders>
              <w:left w:val="nil"/>
              <w:bottom w:val="nil"/>
              <w:right w:val="nil"/>
            </w:tcBorders>
          </w:tcPr>
          <w:p w14:paraId="0847CC60" w14:textId="0B4796A1" w:rsidR="00C53BCD" w:rsidRDefault="00C53BCD" w:rsidP="00C53BCD">
            <w:pPr>
              <w:rPr>
                <w:b/>
              </w:rPr>
            </w:pPr>
            <w:r>
              <w:rPr>
                <w:b/>
              </w:rPr>
              <w:t>First Name</w:t>
            </w:r>
          </w:p>
        </w:tc>
        <w:tc>
          <w:tcPr>
            <w:tcW w:w="3004" w:type="dxa"/>
            <w:tcBorders>
              <w:left w:val="nil"/>
              <w:bottom w:val="nil"/>
              <w:right w:val="nil"/>
            </w:tcBorders>
          </w:tcPr>
          <w:p w14:paraId="457839B2" w14:textId="2B458CD3" w:rsidR="00C53BCD" w:rsidRDefault="00C53BCD" w:rsidP="00C53BCD">
            <w:pPr>
              <w:rPr>
                <w:b/>
              </w:rPr>
            </w:pPr>
            <w:r>
              <w:rPr>
                <w:b/>
              </w:rPr>
              <w:t>Last Name</w:t>
            </w:r>
          </w:p>
        </w:tc>
      </w:tr>
    </w:tbl>
    <w:p w14:paraId="0775BA43" w14:textId="77777777" w:rsidR="00C53BCD" w:rsidRDefault="00C53BCD" w:rsidP="00C53BC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A0EFC" w14:paraId="3C907BA2" w14:textId="77777777" w:rsidTr="00682286">
        <w:trPr>
          <w:trHeight w:val="581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6008617A" w14:textId="3EF4B486" w:rsidR="00AA0EFC" w:rsidRDefault="00AA0EFC" w:rsidP="00AA0EFC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C53BCD" w14:paraId="3DC13BDC" w14:textId="77777777" w:rsidTr="00682286">
        <w:tc>
          <w:tcPr>
            <w:tcW w:w="9010" w:type="dxa"/>
            <w:tcBorders>
              <w:left w:val="nil"/>
              <w:bottom w:val="nil"/>
              <w:right w:val="nil"/>
            </w:tcBorders>
          </w:tcPr>
          <w:p w14:paraId="49E3A86D" w14:textId="49C37790" w:rsidR="00C53BCD" w:rsidRDefault="00C53BCD" w:rsidP="00682286">
            <w:pPr>
              <w:rPr>
                <w:b/>
              </w:rPr>
            </w:pPr>
            <w:r>
              <w:rPr>
                <w:b/>
              </w:rPr>
              <w:t>Position / Function</w:t>
            </w:r>
          </w:p>
        </w:tc>
      </w:tr>
    </w:tbl>
    <w:p w14:paraId="46C583BD" w14:textId="768CB784" w:rsidR="00C53BCD" w:rsidRDefault="00C53BCD" w:rsidP="00C53BC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AA0EFC" w14:paraId="1447C2EA" w14:textId="77777777" w:rsidTr="00682286">
        <w:trPr>
          <w:trHeight w:val="581"/>
        </w:trPr>
        <w:tc>
          <w:tcPr>
            <w:tcW w:w="4505" w:type="dxa"/>
            <w:tcBorders>
              <w:bottom w:val="single" w:sz="4" w:space="0" w:color="auto"/>
            </w:tcBorders>
            <w:vAlign w:val="center"/>
          </w:tcPr>
          <w:p w14:paraId="44495C53" w14:textId="1240C944" w:rsidR="00AA0EFC" w:rsidRDefault="00AA0EFC" w:rsidP="00AA0EFC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4505" w:type="dxa"/>
            <w:tcBorders>
              <w:bottom w:val="single" w:sz="4" w:space="0" w:color="auto"/>
            </w:tcBorders>
            <w:vAlign w:val="center"/>
          </w:tcPr>
          <w:p w14:paraId="6912E0D2" w14:textId="6026A12A" w:rsidR="00AA0EFC" w:rsidRDefault="00AA0EFC" w:rsidP="00AA0EFC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C53BCD" w14:paraId="39DD6D4B" w14:textId="77777777" w:rsidTr="00682286">
        <w:tc>
          <w:tcPr>
            <w:tcW w:w="4505" w:type="dxa"/>
            <w:tcBorders>
              <w:left w:val="nil"/>
              <w:bottom w:val="nil"/>
              <w:right w:val="nil"/>
            </w:tcBorders>
          </w:tcPr>
          <w:p w14:paraId="0691CFC9" w14:textId="52802C59" w:rsidR="00C53BCD" w:rsidRDefault="00C53BCD" w:rsidP="00682286">
            <w:pPr>
              <w:rPr>
                <w:b/>
              </w:rPr>
            </w:pPr>
            <w:r>
              <w:rPr>
                <w:b/>
              </w:rPr>
              <w:t>Institution</w:t>
            </w:r>
          </w:p>
        </w:tc>
        <w:tc>
          <w:tcPr>
            <w:tcW w:w="4505" w:type="dxa"/>
            <w:tcBorders>
              <w:left w:val="nil"/>
              <w:bottom w:val="nil"/>
              <w:right w:val="nil"/>
            </w:tcBorders>
          </w:tcPr>
          <w:p w14:paraId="200D50B2" w14:textId="0B9F62FC" w:rsidR="00C53BCD" w:rsidRDefault="00C53BCD" w:rsidP="00682286">
            <w:pPr>
              <w:rPr>
                <w:b/>
              </w:rPr>
            </w:pPr>
            <w:r>
              <w:rPr>
                <w:b/>
              </w:rPr>
              <w:t>Department</w:t>
            </w:r>
          </w:p>
        </w:tc>
      </w:tr>
    </w:tbl>
    <w:p w14:paraId="20F4C413" w14:textId="7EB6ABA9" w:rsidR="00C53BCD" w:rsidRDefault="00C53BCD" w:rsidP="00C53BC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A0EFC" w14:paraId="70DE3FEF" w14:textId="77777777" w:rsidTr="00682286">
        <w:trPr>
          <w:trHeight w:val="581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1774A4AD" w14:textId="68AE54A5" w:rsidR="00AA0EFC" w:rsidRDefault="00AA0EFC" w:rsidP="00AA0EFC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C53BCD" w14:paraId="6E7C062B" w14:textId="77777777" w:rsidTr="00682286">
        <w:tc>
          <w:tcPr>
            <w:tcW w:w="9010" w:type="dxa"/>
            <w:tcBorders>
              <w:left w:val="nil"/>
              <w:bottom w:val="nil"/>
              <w:right w:val="nil"/>
            </w:tcBorders>
          </w:tcPr>
          <w:p w14:paraId="1947B1C8" w14:textId="2428E338" w:rsidR="00C53BCD" w:rsidRPr="00AA0EFC" w:rsidRDefault="00AA0EFC" w:rsidP="00682286">
            <w:pPr>
              <w:rPr>
                <w:b/>
              </w:rPr>
            </w:pPr>
            <w:r w:rsidRPr="00AA0EFC">
              <w:rPr>
                <w:b/>
              </w:rPr>
              <w:t>Address</w:t>
            </w:r>
            <w:r>
              <w:t xml:space="preserve"> (o</w:t>
            </w:r>
            <w:r w:rsidRPr="00AA0EFC">
              <w:t xml:space="preserve">ffice – </w:t>
            </w:r>
            <w:r>
              <w:t>s</w:t>
            </w:r>
            <w:r w:rsidRPr="00AA0EFC">
              <w:t xml:space="preserve">treet, </w:t>
            </w:r>
            <w:r>
              <w:t>p</w:t>
            </w:r>
            <w:r w:rsidRPr="00AA0EFC">
              <w:t xml:space="preserve">ost </w:t>
            </w:r>
            <w:r>
              <w:t>b</w:t>
            </w:r>
            <w:r w:rsidRPr="00AA0EFC">
              <w:t xml:space="preserve">ox, </w:t>
            </w:r>
            <w:r>
              <w:t>p</w:t>
            </w:r>
            <w:r w:rsidRPr="00AA0EFC">
              <w:t xml:space="preserve">ostal </w:t>
            </w:r>
            <w:r>
              <w:t>c</w:t>
            </w:r>
            <w:r w:rsidRPr="00AA0EFC">
              <w:t xml:space="preserve">ode, </w:t>
            </w:r>
            <w:r>
              <w:t>c</w:t>
            </w:r>
            <w:r w:rsidRPr="00AA0EFC">
              <w:t xml:space="preserve">ity, </w:t>
            </w:r>
            <w:r>
              <w:t>c</w:t>
            </w:r>
            <w:r w:rsidRPr="00AA0EFC">
              <w:t>ountry)</w:t>
            </w:r>
          </w:p>
        </w:tc>
      </w:tr>
    </w:tbl>
    <w:p w14:paraId="40E4754B" w14:textId="02E1B248" w:rsidR="00C53BCD" w:rsidRDefault="00C53BCD" w:rsidP="00C53BC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AA0EFC" w14:paraId="007D7F4F" w14:textId="77777777" w:rsidTr="00682286">
        <w:trPr>
          <w:trHeight w:val="581"/>
        </w:trPr>
        <w:tc>
          <w:tcPr>
            <w:tcW w:w="4505" w:type="dxa"/>
            <w:tcBorders>
              <w:bottom w:val="single" w:sz="4" w:space="0" w:color="auto"/>
            </w:tcBorders>
            <w:vAlign w:val="center"/>
          </w:tcPr>
          <w:p w14:paraId="6D3DAF0C" w14:textId="77777777" w:rsidR="00AA0EFC" w:rsidRDefault="00AA0EFC" w:rsidP="00682286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4505" w:type="dxa"/>
            <w:tcBorders>
              <w:bottom w:val="single" w:sz="4" w:space="0" w:color="auto"/>
            </w:tcBorders>
            <w:vAlign w:val="center"/>
          </w:tcPr>
          <w:p w14:paraId="727152AC" w14:textId="77777777" w:rsidR="00AA0EFC" w:rsidRDefault="00AA0EFC" w:rsidP="00682286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AA0EFC" w14:paraId="63D85559" w14:textId="77777777" w:rsidTr="00682286">
        <w:tc>
          <w:tcPr>
            <w:tcW w:w="4505" w:type="dxa"/>
            <w:tcBorders>
              <w:left w:val="nil"/>
              <w:bottom w:val="nil"/>
              <w:right w:val="nil"/>
            </w:tcBorders>
          </w:tcPr>
          <w:p w14:paraId="69899FB0" w14:textId="0F4FB9B5" w:rsidR="00AA0EFC" w:rsidRDefault="00AA0EFC" w:rsidP="00682286">
            <w:pPr>
              <w:rPr>
                <w:b/>
              </w:rPr>
            </w:pPr>
            <w:r>
              <w:rPr>
                <w:b/>
              </w:rPr>
              <w:t>E-Mail</w:t>
            </w:r>
            <w:r w:rsidRPr="00AA0EFC">
              <w:t xml:space="preserve"> (</w:t>
            </w:r>
            <w:r>
              <w:t>o</w:t>
            </w:r>
            <w:r w:rsidRPr="00AA0EFC">
              <w:t>ffice)</w:t>
            </w:r>
          </w:p>
        </w:tc>
        <w:tc>
          <w:tcPr>
            <w:tcW w:w="4505" w:type="dxa"/>
            <w:tcBorders>
              <w:left w:val="nil"/>
              <w:bottom w:val="nil"/>
              <w:right w:val="nil"/>
            </w:tcBorders>
          </w:tcPr>
          <w:p w14:paraId="5FC0004C" w14:textId="7CF50373" w:rsidR="00AA0EFC" w:rsidRDefault="00AA0EFC" w:rsidP="00682286">
            <w:pPr>
              <w:rPr>
                <w:b/>
              </w:rPr>
            </w:pPr>
            <w:r>
              <w:rPr>
                <w:b/>
              </w:rPr>
              <w:t>E-Mail</w:t>
            </w:r>
            <w:r w:rsidRPr="00AA0EFC">
              <w:t xml:space="preserve"> (private)</w:t>
            </w:r>
          </w:p>
        </w:tc>
      </w:tr>
    </w:tbl>
    <w:p w14:paraId="27812A2E" w14:textId="213BFF22" w:rsidR="00AA0EFC" w:rsidRDefault="00AA0EFC" w:rsidP="00C53BCD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AA0EFC" w14:paraId="616D7DA4" w14:textId="77777777" w:rsidTr="00682286">
        <w:trPr>
          <w:trHeight w:val="581"/>
        </w:trPr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740BCC2F" w14:textId="77777777" w:rsidR="00AA0EFC" w:rsidRDefault="00AA0EFC" w:rsidP="00682286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03A51FA3" w14:textId="77777777" w:rsidR="00AA0EFC" w:rsidRDefault="00AA0EFC" w:rsidP="00682286">
            <w:pPr>
              <w:rPr>
                <w:b/>
              </w:rPr>
            </w:pPr>
            <w:r w:rsidRPr="00BE7DDB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004" w:type="dxa"/>
            <w:tcBorders>
              <w:bottom w:val="single" w:sz="4" w:space="0" w:color="auto"/>
            </w:tcBorders>
            <w:vAlign w:val="center"/>
          </w:tcPr>
          <w:p w14:paraId="70BB6DBA" w14:textId="77777777" w:rsidR="00AA0EFC" w:rsidRDefault="00AA0EFC" w:rsidP="00682286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AA0EFC" w14:paraId="70E24154" w14:textId="77777777" w:rsidTr="00682286">
        <w:tc>
          <w:tcPr>
            <w:tcW w:w="3003" w:type="dxa"/>
            <w:tcBorders>
              <w:left w:val="nil"/>
              <w:bottom w:val="nil"/>
              <w:right w:val="nil"/>
            </w:tcBorders>
          </w:tcPr>
          <w:p w14:paraId="4079ED32" w14:textId="10B3C42B" w:rsidR="00AA0EFC" w:rsidRDefault="00AA0EFC" w:rsidP="00682286">
            <w:pPr>
              <w:rPr>
                <w:b/>
              </w:rPr>
            </w:pPr>
            <w:r>
              <w:rPr>
                <w:b/>
              </w:rPr>
              <w:t>Country of Residence</w:t>
            </w:r>
          </w:p>
        </w:tc>
        <w:tc>
          <w:tcPr>
            <w:tcW w:w="3003" w:type="dxa"/>
            <w:tcBorders>
              <w:left w:val="nil"/>
              <w:bottom w:val="nil"/>
              <w:right w:val="nil"/>
            </w:tcBorders>
          </w:tcPr>
          <w:p w14:paraId="208D713B" w14:textId="085897BA" w:rsidR="00AA0EFC" w:rsidRDefault="00AA0EFC" w:rsidP="00682286">
            <w:pPr>
              <w:rPr>
                <w:b/>
              </w:rPr>
            </w:pPr>
            <w:r>
              <w:rPr>
                <w:b/>
              </w:rPr>
              <w:t>Nationality</w:t>
            </w:r>
          </w:p>
        </w:tc>
        <w:tc>
          <w:tcPr>
            <w:tcW w:w="3004" w:type="dxa"/>
            <w:tcBorders>
              <w:left w:val="nil"/>
              <w:bottom w:val="nil"/>
              <w:right w:val="nil"/>
            </w:tcBorders>
          </w:tcPr>
          <w:p w14:paraId="6D3DA4A5" w14:textId="35B4AFFD" w:rsidR="00AA0EFC" w:rsidRDefault="00AA0EFC" w:rsidP="00682286">
            <w:pPr>
              <w:rPr>
                <w:b/>
              </w:rPr>
            </w:pPr>
            <w:r>
              <w:rPr>
                <w:b/>
              </w:rPr>
              <w:t>Date of Birth</w:t>
            </w:r>
          </w:p>
        </w:tc>
      </w:tr>
    </w:tbl>
    <w:p w14:paraId="6102424A" w14:textId="77777777" w:rsidR="00EB4332" w:rsidRDefault="00EB4332" w:rsidP="00506724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EB4332" w14:paraId="0A2021A6" w14:textId="77777777" w:rsidTr="00EF40E0">
        <w:trPr>
          <w:trHeight w:val="581"/>
        </w:trPr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42BBF451" w14:textId="3AA5D364" w:rsidR="00EB4332" w:rsidRDefault="00EB4332" w:rsidP="00EF40E0">
            <w:pPr>
              <w:rPr>
                <w:b/>
              </w:rPr>
            </w:pPr>
            <w:r>
              <w:rPr>
                <w:b/>
              </w:rPr>
              <w:t>Gender</w:t>
            </w:r>
          </w:p>
        </w:tc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3F98908E" w14:textId="22146896" w:rsidR="00EB4332" w:rsidRPr="00EB4332" w:rsidRDefault="00EB4332" w:rsidP="00EF40E0">
            <w:r w:rsidRPr="00EB4332">
              <w:t xml:space="preserve">Female </w:t>
            </w:r>
            <w:sdt>
              <w:sdtPr>
                <w:id w:val="-826047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43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04" w:type="dxa"/>
            <w:tcBorders>
              <w:bottom w:val="single" w:sz="4" w:space="0" w:color="auto"/>
            </w:tcBorders>
            <w:vAlign w:val="center"/>
          </w:tcPr>
          <w:p w14:paraId="5AEE7C37" w14:textId="1BCA0F54" w:rsidR="00EB4332" w:rsidRPr="00EB4332" w:rsidRDefault="00EB4332" w:rsidP="00EF40E0">
            <w:r w:rsidRPr="00EB4332">
              <w:t xml:space="preserve">Male </w:t>
            </w:r>
            <w:sdt>
              <w:sdtPr>
                <w:id w:val="-140867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43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B68553D" w14:textId="77777777" w:rsidR="00B752AA" w:rsidRDefault="00B752AA" w:rsidP="00EB4332">
      <w:pPr>
        <w:rPr>
          <w:b/>
          <w:i/>
          <w:sz w:val="22"/>
        </w:rPr>
      </w:pPr>
    </w:p>
    <w:p w14:paraId="11E495A4" w14:textId="77777777" w:rsidR="00B752AA" w:rsidRDefault="00B752AA">
      <w:pPr>
        <w:spacing w:after="200"/>
        <w:rPr>
          <w:b/>
          <w:i/>
          <w:sz w:val="22"/>
        </w:rPr>
      </w:pPr>
      <w:r>
        <w:rPr>
          <w:b/>
          <w:i/>
          <w:sz w:val="22"/>
        </w:rPr>
        <w:br w:type="page"/>
      </w:r>
    </w:p>
    <w:p w14:paraId="0171F3EA" w14:textId="6C9B0390" w:rsidR="00EB4332" w:rsidRPr="00C53BCD" w:rsidRDefault="00EB4332" w:rsidP="00EB4332">
      <w:pPr>
        <w:rPr>
          <w:b/>
          <w:i/>
          <w:sz w:val="22"/>
        </w:rPr>
      </w:pPr>
      <w:r>
        <w:rPr>
          <w:b/>
          <w:i/>
          <w:sz w:val="22"/>
        </w:rPr>
        <w:lastRenderedPageBreak/>
        <w:t>II. Educational</w:t>
      </w:r>
      <w:r w:rsidRPr="00C53BCD">
        <w:rPr>
          <w:b/>
          <w:i/>
          <w:sz w:val="22"/>
        </w:rPr>
        <w:t xml:space="preserve"> </w:t>
      </w:r>
      <w:r>
        <w:rPr>
          <w:b/>
          <w:i/>
          <w:sz w:val="22"/>
        </w:rPr>
        <w:t>Background</w:t>
      </w:r>
      <w:r>
        <w:rPr>
          <w:i/>
          <w:sz w:val="22"/>
        </w:rPr>
        <w:t xml:space="preserve"> </w:t>
      </w:r>
      <w:r>
        <w:rPr>
          <w:i/>
          <w:sz w:val="22"/>
        </w:rPr>
        <w:t>(</w:t>
      </w:r>
      <w:r w:rsidR="00AC46A1">
        <w:rPr>
          <w:i/>
          <w:sz w:val="22"/>
        </w:rPr>
        <w:t>only the highest degree</w:t>
      </w:r>
      <w:r>
        <w:rPr>
          <w:i/>
          <w:sz w:val="22"/>
        </w:rPr>
        <w:t>)</w:t>
      </w:r>
      <w:r w:rsidRPr="00C53BCD">
        <w:rPr>
          <w:b/>
          <w:i/>
          <w:sz w:val="22"/>
        </w:rPr>
        <w:t>:</w:t>
      </w:r>
    </w:p>
    <w:p w14:paraId="67F07FE7" w14:textId="1067B762" w:rsidR="00EB4332" w:rsidRDefault="00EB4332" w:rsidP="00506724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3486"/>
      </w:tblGrid>
      <w:tr w:rsidR="00EB4332" w14:paraId="290ADCD5" w14:textId="77777777" w:rsidTr="00EB4332">
        <w:trPr>
          <w:trHeight w:val="581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DAF3CFC" w14:textId="734EA913" w:rsidR="00EB4332" w:rsidRDefault="00EB4332" w:rsidP="00EF40E0">
            <w:pPr>
              <w:rPr>
                <w:b/>
              </w:rPr>
            </w:pPr>
            <w:r>
              <w:t>from – to (Month/Year)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66C35B86" w14:textId="32E04A6F" w:rsidR="00EB4332" w:rsidRDefault="00EB4332" w:rsidP="00EF40E0">
            <w:pPr>
              <w:rPr>
                <w:b/>
              </w:rPr>
            </w:pPr>
            <w:r>
              <w:t>Institution</w:t>
            </w:r>
          </w:p>
        </w:tc>
        <w:tc>
          <w:tcPr>
            <w:tcW w:w="3486" w:type="dxa"/>
            <w:tcBorders>
              <w:bottom w:val="single" w:sz="4" w:space="0" w:color="auto"/>
            </w:tcBorders>
            <w:vAlign w:val="center"/>
          </w:tcPr>
          <w:p w14:paraId="6F9B048F" w14:textId="74FB711A" w:rsidR="00EB4332" w:rsidRDefault="00EB4332" w:rsidP="00EF40E0">
            <w:pPr>
              <w:rPr>
                <w:b/>
              </w:rPr>
            </w:pPr>
            <w:r>
              <w:t>Degree(s) / Diploma(s) obtained</w:t>
            </w:r>
          </w:p>
        </w:tc>
      </w:tr>
      <w:tr w:rsidR="00EB4332" w14:paraId="67589DD5" w14:textId="77777777" w:rsidTr="00EB4332">
        <w:trPr>
          <w:trHeight w:val="581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26FDC37" w14:textId="52BDFBBB" w:rsidR="00EB4332" w:rsidRPr="00BE7DDB" w:rsidRDefault="00EB4332" w:rsidP="00EB4332"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685FE64C" w14:textId="5D6F05A1" w:rsidR="00EB4332" w:rsidRPr="00BE7DDB" w:rsidRDefault="00EB4332" w:rsidP="00EB4332">
            <w:r w:rsidRPr="00BE7DDB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486" w:type="dxa"/>
            <w:tcBorders>
              <w:bottom w:val="single" w:sz="4" w:space="0" w:color="auto"/>
            </w:tcBorders>
            <w:vAlign w:val="center"/>
          </w:tcPr>
          <w:p w14:paraId="4212D3EA" w14:textId="0737E362" w:rsidR="00EB4332" w:rsidRPr="00BE7DDB" w:rsidRDefault="00EB4332" w:rsidP="00EB4332"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EB4332" w14:paraId="2CF8E657" w14:textId="77777777" w:rsidTr="00EB4332">
        <w:tc>
          <w:tcPr>
            <w:tcW w:w="2405" w:type="dxa"/>
            <w:tcBorders>
              <w:left w:val="nil"/>
              <w:bottom w:val="nil"/>
              <w:right w:val="nil"/>
            </w:tcBorders>
          </w:tcPr>
          <w:p w14:paraId="20C6AD06" w14:textId="63A9744A" w:rsidR="00EB4332" w:rsidRDefault="00EB4332" w:rsidP="00EF40E0">
            <w:pPr>
              <w:rPr>
                <w:b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00E88A43" w14:textId="76DF2F2B" w:rsidR="00EB4332" w:rsidRDefault="00EB4332" w:rsidP="00EF40E0">
            <w:pPr>
              <w:rPr>
                <w:b/>
              </w:rPr>
            </w:pPr>
          </w:p>
        </w:tc>
        <w:tc>
          <w:tcPr>
            <w:tcW w:w="3486" w:type="dxa"/>
            <w:tcBorders>
              <w:left w:val="nil"/>
              <w:bottom w:val="nil"/>
              <w:right w:val="nil"/>
            </w:tcBorders>
          </w:tcPr>
          <w:p w14:paraId="740CDFF6" w14:textId="6B218139" w:rsidR="00EB4332" w:rsidRDefault="00EB4332" w:rsidP="00EF40E0">
            <w:pPr>
              <w:rPr>
                <w:b/>
              </w:rPr>
            </w:pPr>
          </w:p>
        </w:tc>
      </w:tr>
    </w:tbl>
    <w:p w14:paraId="5259834E" w14:textId="443069C4" w:rsidR="00EB4332" w:rsidRPr="00C53BCD" w:rsidRDefault="00EB4332" w:rsidP="00EB4332">
      <w:pPr>
        <w:rPr>
          <w:b/>
          <w:i/>
          <w:sz w:val="22"/>
        </w:rPr>
      </w:pPr>
      <w:r>
        <w:rPr>
          <w:b/>
          <w:i/>
          <w:sz w:val="22"/>
        </w:rPr>
        <w:t xml:space="preserve">III. </w:t>
      </w:r>
      <w:r>
        <w:rPr>
          <w:b/>
          <w:i/>
          <w:sz w:val="22"/>
        </w:rPr>
        <w:t>Professional</w:t>
      </w:r>
      <w:r w:rsidRPr="00C53BCD">
        <w:rPr>
          <w:b/>
          <w:i/>
          <w:sz w:val="22"/>
        </w:rPr>
        <w:t xml:space="preserve"> </w:t>
      </w:r>
      <w:r w:rsidR="00B752AA">
        <w:rPr>
          <w:b/>
          <w:i/>
          <w:sz w:val="22"/>
        </w:rPr>
        <w:t>P</w:t>
      </w:r>
      <w:r w:rsidR="00AC46A1">
        <w:rPr>
          <w:b/>
          <w:i/>
          <w:sz w:val="22"/>
        </w:rPr>
        <w:t>osition</w:t>
      </w:r>
      <w:r w:rsidR="00B752AA">
        <w:rPr>
          <w:b/>
          <w:i/>
          <w:sz w:val="22"/>
        </w:rPr>
        <w:t>(s)</w:t>
      </w:r>
      <w:r w:rsidR="00AC46A1">
        <w:rPr>
          <w:i/>
          <w:sz w:val="22"/>
        </w:rPr>
        <w:t xml:space="preserve"> </w:t>
      </w:r>
      <w:r>
        <w:rPr>
          <w:i/>
          <w:sz w:val="22"/>
        </w:rPr>
        <w:t>(</w:t>
      </w:r>
      <w:r w:rsidR="00AC46A1">
        <w:rPr>
          <w:i/>
          <w:sz w:val="22"/>
        </w:rPr>
        <w:t>with relevance to the training topics</w:t>
      </w:r>
      <w:r>
        <w:rPr>
          <w:i/>
          <w:sz w:val="22"/>
        </w:rPr>
        <w:t>)</w:t>
      </w:r>
      <w:r w:rsidRPr="00C53BCD">
        <w:rPr>
          <w:b/>
          <w:i/>
          <w:sz w:val="22"/>
        </w:rPr>
        <w:t>:</w:t>
      </w:r>
    </w:p>
    <w:p w14:paraId="4F0F2B11" w14:textId="77777777" w:rsidR="00EB4332" w:rsidRDefault="00EB4332" w:rsidP="00EB4332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3486"/>
      </w:tblGrid>
      <w:tr w:rsidR="00EB4332" w14:paraId="21168C25" w14:textId="77777777" w:rsidTr="00EF40E0">
        <w:trPr>
          <w:trHeight w:val="581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3F3FBF4" w14:textId="77777777" w:rsidR="00EB4332" w:rsidRDefault="00EB4332" w:rsidP="00EF40E0">
            <w:pPr>
              <w:rPr>
                <w:b/>
              </w:rPr>
            </w:pPr>
            <w:r>
              <w:t>from – to (Month/Year)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12156BC7" w14:textId="77777777" w:rsidR="00EB4332" w:rsidRDefault="00EB4332" w:rsidP="00EF40E0">
            <w:pPr>
              <w:rPr>
                <w:b/>
              </w:rPr>
            </w:pPr>
            <w:r>
              <w:t>Institution</w:t>
            </w:r>
          </w:p>
        </w:tc>
        <w:tc>
          <w:tcPr>
            <w:tcW w:w="3486" w:type="dxa"/>
            <w:tcBorders>
              <w:bottom w:val="single" w:sz="4" w:space="0" w:color="auto"/>
            </w:tcBorders>
            <w:vAlign w:val="center"/>
          </w:tcPr>
          <w:p w14:paraId="5AD4643E" w14:textId="2DEFCD7B" w:rsidR="00EB4332" w:rsidRDefault="00EB4332" w:rsidP="00EF40E0">
            <w:pPr>
              <w:rPr>
                <w:b/>
              </w:rPr>
            </w:pPr>
            <w:r>
              <w:t>Position held</w:t>
            </w:r>
          </w:p>
        </w:tc>
      </w:tr>
      <w:tr w:rsidR="00EB4332" w14:paraId="761AF6E8" w14:textId="77777777" w:rsidTr="00EF40E0">
        <w:trPr>
          <w:trHeight w:val="581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790B3750" w14:textId="77777777" w:rsidR="00EB4332" w:rsidRPr="00BE7DDB" w:rsidRDefault="00EB4332" w:rsidP="00EF40E0"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E55EA07" w14:textId="77777777" w:rsidR="00EB4332" w:rsidRPr="00BE7DDB" w:rsidRDefault="00EB4332" w:rsidP="00EF40E0">
            <w:r w:rsidRPr="00BE7DDB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486" w:type="dxa"/>
            <w:tcBorders>
              <w:bottom w:val="single" w:sz="4" w:space="0" w:color="auto"/>
            </w:tcBorders>
            <w:vAlign w:val="center"/>
          </w:tcPr>
          <w:p w14:paraId="00FFF307" w14:textId="77777777" w:rsidR="00EB4332" w:rsidRPr="00BE7DDB" w:rsidRDefault="00EB4332" w:rsidP="00EF40E0"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  <w:tr w:rsidR="00EB4332" w14:paraId="7AE5497F" w14:textId="77777777" w:rsidTr="00EF40E0">
        <w:trPr>
          <w:trHeight w:val="581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037F184C" w14:textId="77777777" w:rsidR="00EB4332" w:rsidRPr="00BE7DDB" w:rsidRDefault="00EB4332" w:rsidP="00EF40E0"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DD3DDEC" w14:textId="77777777" w:rsidR="00EB4332" w:rsidRPr="00BE7DDB" w:rsidRDefault="00EB4332" w:rsidP="00EF40E0">
            <w:r w:rsidRPr="00BE7DDB"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3486" w:type="dxa"/>
            <w:tcBorders>
              <w:bottom w:val="single" w:sz="4" w:space="0" w:color="auto"/>
            </w:tcBorders>
            <w:vAlign w:val="center"/>
          </w:tcPr>
          <w:p w14:paraId="03F57710" w14:textId="77777777" w:rsidR="00EB4332" w:rsidRPr="00BE7DDB" w:rsidRDefault="00EB4332" w:rsidP="00EF40E0"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75F2E4BE" w14:textId="77777777" w:rsidR="00EB4332" w:rsidRDefault="00EB4332" w:rsidP="00506724">
      <w:pPr>
        <w:rPr>
          <w:b/>
        </w:rPr>
      </w:pPr>
    </w:p>
    <w:p w14:paraId="22477A34" w14:textId="0018D818" w:rsidR="00EB4332" w:rsidRDefault="00EB4332" w:rsidP="00EB4332">
      <w:pPr>
        <w:rPr>
          <w:b/>
          <w:i/>
          <w:sz w:val="22"/>
        </w:rPr>
      </w:pPr>
      <w:r>
        <w:rPr>
          <w:b/>
          <w:i/>
          <w:sz w:val="22"/>
        </w:rPr>
        <w:t>IV. English Language Skills</w:t>
      </w:r>
      <w:r w:rsidRPr="00C53BCD">
        <w:rPr>
          <w:b/>
          <w:i/>
          <w:sz w:val="22"/>
        </w:rPr>
        <w:t>:</w:t>
      </w:r>
    </w:p>
    <w:p w14:paraId="5426BEA6" w14:textId="184250DB" w:rsidR="00EB4332" w:rsidRPr="00EB4332" w:rsidRDefault="00EB4332" w:rsidP="00EB4332">
      <w:r>
        <w:t>Please indicate your English language competencies on a scale from 1 to 5 (1 = basic; 5 = excellent):</w:t>
      </w:r>
    </w:p>
    <w:p w14:paraId="2B27F30F" w14:textId="77777777" w:rsidR="00EB4332" w:rsidRDefault="00EB4332" w:rsidP="00EB4332">
      <w:pPr>
        <w:rPr>
          <w:b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EB4332" w14:paraId="6850C148" w14:textId="77777777" w:rsidTr="00EB4332">
        <w:trPr>
          <w:trHeight w:val="581"/>
        </w:trPr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36A45BF1" w14:textId="1887BDEE" w:rsidR="00EB4332" w:rsidRDefault="00EB4332" w:rsidP="00EF40E0">
            <w:pPr>
              <w:rPr>
                <w:b/>
              </w:rPr>
            </w:pPr>
            <w:r>
              <w:t>Reading</w:t>
            </w:r>
          </w:p>
        </w:tc>
        <w:tc>
          <w:tcPr>
            <w:tcW w:w="3003" w:type="dxa"/>
            <w:tcBorders>
              <w:bottom w:val="single" w:sz="4" w:space="0" w:color="auto"/>
            </w:tcBorders>
            <w:vAlign w:val="center"/>
          </w:tcPr>
          <w:p w14:paraId="5A68100E" w14:textId="18F379F7" w:rsidR="00EB4332" w:rsidRDefault="00EB4332" w:rsidP="00EF40E0">
            <w:pPr>
              <w:rPr>
                <w:b/>
              </w:rPr>
            </w:pPr>
            <w:r>
              <w:t>Speaking</w:t>
            </w:r>
          </w:p>
        </w:tc>
        <w:tc>
          <w:tcPr>
            <w:tcW w:w="3004" w:type="dxa"/>
            <w:tcBorders>
              <w:bottom w:val="single" w:sz="4" w:space="0" w:color="auto"/>
            </w:tcBorders>
            <w:vAlign w:val="center"/>
          </w:tcPr>
          <w:p w14:paraId="653CCB51" w14:textId="7BEA1F97" w:rsidR="00EB4332" w:rsidRDefault="00EB4332" w:rsidP="00EF40E0">
            <w:pPr>
              <w:rPr>
                <w:b/>
              </w:rPr>
            </w:pPr>
            <w:r>
              <w:t>Writing</w:t>
            </w:r>
          </w:p>
        </w:tc>
      </w:tr>
      <w:tr w:rsidR="00EB4332" w:rsidRPr="00B752AA" w14:paraId="0C95BC04" w14:textId="77777777" w:rsidTr="00EB4332">
        <w:trPr>
          <w:trHeight w:val="581"/>
        </w:trPr>
        <w:sdt>
          <w:sdtPr>
            <w:alias w:val="5 = Excellent; 1 = Basic"/>
            <w:tag w:val="5 = Excellent; 1 = Basic"/>
            <w:id w:val="595295890"/>
            <w:placeholder>
              <w:docPart w:val="DefaultPlaceholder_-1854013439"/>
            </w:placeholder>
            <w:showingPlcHdr/>
            <w:dropDownList>
              <w:listItem w:value="Wählen Sie ein Element aus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3003" w:type="dxa"/>
                <w:tcBorders>
                  <w:bottom w:val="single" w:sz="4" w:space="0" w:color="auto"/>
                </w:tcBorders>
                <w:vAlign w:val="center"/>
              </w:tcPr>
              <w:p w14:paraId="7D13E5B5" w14:textId="736F4D73" w:rsidR="00EB4332" w:rsidRPr="00EB4332" w:rsidRDefault="00EB4332" w:rsidP="00EF40E0">
                <w:pPr>
                  <w:rPr>
                    <w:lang w:val="de-DE"/>
                  </w:rPr>
                </w:pPr>
                <w:r w:rsidRPr="00EB4332">
                  <w:rPr>
                    <w:rStyle w:val="Platzhaltertext"/>
                    <w:lang w:val="de-DE"/>
                  </w:rPr>
                  <w:t>Wählen Sie ein Element aus.</w:t>
                </w:r>
              </w:p>
            </w:tc>
          </w:sdtContent>
        </w:sdt>
        <w:sdt>
          <w:sdtPr>
            <w:alias w:val="5 = Excellent; 1 = Basic"/>
            <w:tag w:val="5 = Excellent; 1 = Basic"/>
            <w:id w:val="-1510980332"/>
            <w:placeholder>
              <w:docPart w:val="9A78653629A746869FB2288D79B99295"/>
            </w:placeholder>
            <w:showingPlcHdr/>
            <w:dropDownList>
              <w:listItem w:value="Wählen Sie ein Element aus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3003" w:type="dxa"/>
                <w:tcBorders>
                  <w:bottom w:val="single" w:sz="4" w:space="0" w:color="auto"/>
                </w:tcBorders>
                <w:vAlign w:val="center"/>
              </w:tcPr>
              <w:p w14:paraId="7F6048EF" w14:textId="394AC430" w:rsidR="00EB4332" w:rsidRPr="00EB4332" w:rsidRDefault="00EB4332" w:rsidP="00EF40E0">
                <w:pPr>
                  <w:rPr>
                    <w:lang w:val="de-DE"/>
                  </w:rPr>
                </w:pPr>
                <w:r w:rsidRPr="00EB4332">
                  <w:rPr>
                    <w:rStyle w:val="Platzhaltertext"/>
                    <w:lang w:val="de-DE"/>
                  </w:rPr>
                  <w:t>Wählen Sie ein Element aus.</w:t>
                </w:r>
              </w:p>
            </w:tc>
          </w:sdtContent>
        </w:sdt>
        <w:sdt>
          <w:sdtPr>
            <w:alias w:val="5 = Excellent; 1 = Basic"/>
            <w:tag w:val="5 = Excellent; 1 = Basic"/>
            <w:id w:val="1019282655"/>
            <w:placeholder>
              <w:docPart w:val="EB741F7FBC284A94A31D7A2AB38C4D5F"/>
            </w:placeholder>
            <w:showingPlcHdr/>
            <w:dropDownList>
              <w:listItem w:value="Wählen Sie ein Element aus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3004" w:type="dxa"/>
                <w:tcBorders>
                  <w:bottom w:val="single" w:sz="4" w:space="0" w:color="auto"/>
                </w:tcBorders>
                <w:vAlign w:val="center"/>
              </w:tcPr>
              <w:p w14:paraId="2BDB0684" w14:textId="1E171901" w:rsidR="00EB4332" w:rsidRPr="00EB4332" w:rsidRDefault="00EB4332" w:rsidP="00EF40E0">
                <w:pPr>
                  <w:rPr>
                    <w:lang w:val="de-DE"/>
                  </w:rPr>
                </w:pPr>
                <w:r w:rsidRPr="00EB4332">
                  <w:rPr>
                    <w:rStyle w:val="Platzhaltertext"/>
                    <w:lang w:val="de-DE"/>
                  </w:rPr>
                  <w:t>Wählen Sie ein Element aus.</w:t>
                </w:r>
              </w:p>
            </w:tc>
          </w:sdtContent>
        </w:sdt>
      </w:tr>
    </w:tbl>
    <w:p w14:paraId="062EA800" w14:textId="77777777" w:rsidR="00EB4332" w:rsidRPr="00C3039E" w:rsidRDefault="00EB4332" w:rsidP="00506724">
      <w:pPr>
        <w:rPr>
          <w:b/>
          <w:lang w:val="de-DE"/>
        </w:rPr>
      </w:pPr>
    </w:p>
    <w:p w14:paraId="55D005D9" w14:textId="625B1D3E" w:rsidR="00EB4332" w:rsidRPr="00C53BCD" w:rsidRDefault="00EB4332" w:rsidP="00EB4332">
      <w:pPr>
        <w:rPr>
          <w:b/>
          <w:i/>
          <w:sz w:val="22"/>
        </w:rPr>
      </w:pPr>
      <w:r>
        <w:rPr>
          <w:b/>
          <w:i/>
          <w:sz w:val="22"/>
        </w:rPr>
        <w:t xml:space="preserve">V. </w:t>
      </w:r>
      <w:r>
        <w:rPr>
          <w:b/>
          <w:i/>
          <w:sz w:val="22"/>
        </w:rPr>
        <w:t>Description of tasks performed in your position</w:t>
      </w:r>
      <w:r w:rsidR="00D95347">
        <w:rPr>
          <w:b/>
          <w:i/>
          <w:sz w:val="22"/>
        </w:rPr>
        <w:t xml:space="preserve"> with regard to EITHER teaching and learning (e.g. curriculum development</w:t>
      </w:r>
      <w:r w:rsidR="00ED06A5">
        <w:rPr>
          <w:b/>
          <w:i/>
          <w:sz w:val="22"/>
        </w:rPr>
        <w:t xml:space="preserve"> or review) </w:t>
      </w:r>
      <w:r w:rsidR="00D95347">
        <w:rPr>
          <w:b/>
          <w:i/>
          <w:sz w:val="22"/>
        </w:rPr>
        <w:t>OR external quality assurance</w:t>
      </w:r>
      <w:r w:rsidR="00B752AA">
        <w:rPr>
          <w:b/>
          <w:i/>
          <w:sz w:val="22"/>
        </w:rPr>
        <w:t xml:space="preserve"> </w:t>
      </w:r>
      <w:r w:rsidR="00D95347">
        <w:rPr>
          <w:b/>
          <w:i/>
          <w:sz w:val="22"/>
        </w:rPr>
        <w:t>(</w:t>
      </w:r>
      <w:r>
        <w:rPr>
          <w:i/>
          <w:sz w:val="22"/>
        </w:rPr>
        <w:t>200 words max</w:t>
      </w:r>
      <w:r w:rsidRPr="00EB4332">
        <w:rPr>
          <w:i/>
          <w:sz w:val="22"/>
        </w:rPr>
        <w:t>)</w:t>
      </w:r>
      <w:r w:rsidRPr="00EB4332">
        <w:rPr>
          <w:b/>
          <w:i/>
          <w:sz w:val="22"/>
        </w:rPr>
        <w:t>:</w:t>
      </w:r>
    </w:p>
    <w:p w14:paraId="287D2AE1" w14:textId="77777777" w:rsidR="00EB4332" w:rsidRDefault="00EB4332" w:rsidP="00EB4332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EB4332" w14:paraId="7974A761" w14:textId="77777777" w:rsidTr="00EB4332">
        <w:trPr>
          <w:trHeight w:val="2573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5419B654" w14:textId="77777777" w:rsidR="00EB4332" w:rsidRDefault="00EB4332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77A455B8" w14:textId="2447E7CC" w:rsidR="00EB4332" w:rsidRDefault="00EB4332" w:rsidP="00506724">
      <w:pPr>
        <w:rPr>
          <w:b/>
        </w:rPr>
      </w:pPr>
    </w:p>
    <w:p w14:paraId="1989F5DD" w14:textId="5E95A1C1" w:rsidR="00EB4332" w:rsidRPr="00C53BCD" w:rsidRDefault="00EB4332" w:rsidP="00EB4332">
      <w:pPr>
        <w:rPr>
          <w:b/>
          <w:i/>
          <w:sz w:val="22"/>
        </w:rPr>
      </w:pPr>
      <w:r>
        <w:rPr>
          <w:b/>
          <w:i/>
          <w:sz w:val="22"/>
        </w:rPr>
        <w:t xml:space="preserve">VI. </w:t>
      </w:r>
      <w:r>
        <w:rPr>
          <w:b/>
          <w:i/>
          <w:sz w:val="22"/>
        </w:rPr>
        <w:t xml:space="preserve">Experience in </w:t>
      </w:r>
      <w:r w:rsidR="00AC46A1">
        <w:rPr>
          <w:b/>
          <w:i/>
          <w:sz w:val="22"/>
        </w:rPr>
        <w:t xml:space="preserve">organising </w:t>
      </w:r>
      <w:r>
        <w:rPr>
          <w:b/>
          <w:i/>
          <w:sz w:val="22"/>
        </w:rPr>
        <w:t xml:space="preserve">workshops </w:t>
      </w:r>
      <w:r>
        <w:rPr>
          <w:b/>
          <w:i/>
          <w:sz w:val="22"/>
        </w:rPr>
        <w:t>and trainings</w:t>
      </w:r>
      <w:r>
        <w:rPr>
          <w:i/>
          <w:sz w:val="22"/>
        </w:rPr>
        <w:t xml:space="preserve"> </w:t>
      </w:r>
      <w:r w:rsidRPr="00EB4332">
        <w:rPr>
          <w:i/>
          <w:sz w:val="22"/>
        </w:rPr>
        <w:t>(</w:t>
      </w:r>
      <w:r>
        <w:rPr>
          <w:i/>
          <w:sz w:val="22"/>
        </w:rPr>
        <w:t>200 words max</w:t>
      </w:r>
      <w:r w:rsidRPr="00EB4332">
        <w:rPr>
          <w:i/>
          <w:sz w:val="22"/>
        </w:rPr>
        <w:t>)</w:t>
      </w:r>
      <w:r w:rsidRPr="00EB4332">
        <w:rPr>
          <w:b/>
          <w:i/>
          <w:sz w:val="22"/>
        </w:rPr>
        <w:t>:</w:t>
      </w:r>
    </w:p>
    <w:p w14:paraId="747D4887" w14:textId="77777777" w:rsidR="00EB4332" w:rsidRDefault="00EB4332" w:rsidP="00EB4332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EB4332" w14:paraId="10734504" w14:textId="77777777" w:rsidTr="00EF40E0">
        <w:trPr>
          <w:trHeight w:val="2573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14:paraId="05545CA8" w14:textId="77777777" w:rsidR="00EB4332" w:rsidRDefault="00EB4332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312B75D5" w14:textId="51A4DD9F" w:rsidR="00B752AA" w:rsidRDefault="00B752AA" w:rsidP="00EB4332">
      <w:pPr>
        <w:rPr>
          <w:b/>
        </w:rPr>
      </w:pPr>
    </w:p>
    <w:p w14:paraId="3CD6EC69" w14:textId="77777777" w:rsidR="00B752AA" w:rsidRDefault="00B752AA">
      <w:pPr>
        <w:spacing w:after="200"/>
        <w:rPr>
          <w:b/>
        </w:rPr>
      </w:pPr>
      <w:r>
        <w:rPr>
          <w:b/>
        </w:rPr>
        <w:br w:type="page"/>
      </w:r>
    </w:p>
    <w:p w14:paraId="5C1F4D46" w14:textId="6D3CF325" w:rsidR="00EB4332" w:rsidRPr="00C53BCD" w:rsidRDefault="00EB4332" w:rsidP="00EB4332">
      <w:pPr>
        <w:rPr>
          <w:b/>
          <w:i/>
          <w:sz w:val="22"/>
        </w:rPr>
      </w:pPr>
      <w:r>
        <w:rPr>
          <w:b/>
          <w:i/>
          <w:sz w:val="22"/>
        </w:rPr>
        <w:lastRenderedPageBreak/>
        <w:t xml:space="preserve">VII. Did you </w:t>
      </w:r>
      <w:r>
        <w:rPr>
          <w:b/>
          <w:i/>
          <w:sz w:val="22"/>
        </w:rPr>
        <w:t xml:space="preserve">participate in another </w:t>
      </w:r>
      <w:r w:rsidR="00B752AA">
        <w:rPr>
          <w:b/>
          <w:i/>
          <w:sz w:val="22"/>
        </w:rPr>
        <w:t xml:space="preserve">activity organised by </w:t>
      </w:r>
      <w:r>
        <w:rPr>
          <w:b/>
          <w:i/>
          <w:sz w:val="22"/>
        </w:rPr>
        <w:t xml:space="preserve">SHARE </w:t>
      </w:r>
      <w:r w:rsidR="00AC46A1">
        <w:rPr>
          <w:b/>
          <w:i/>
          <w:sz w:val="22"/>
        </w:rPr>
        <w:t xml:space="preserve">or DAAD (e.g. ASEAN-QA, DIES) </w:t>
      </w:r>
      <w:r>
        <w:rPr>
          <w:b/>
          <w:i/>
          <w:sz w:val="22"/>
        </w:rPr>
        <w:t xml:space="preserve">before </w:t>
      </w:r>
      <w:r w:rsidRPr="00EB4332">
        <w:rPr>
          <w:i/>
          <w:sz w:val="22"/>
        </w:rPr>
        <w:t>(</w:t>
      </w:r>
      <w:r>
        <w:rPr>
          <w:i/>
          <w:sz w:val="22"/>
        </w:rPr>
        <w:t>200 words max</w:t>
      </w:r>
      <w:r w:rsidRPr="00EB4332">
        <w:rPr>
          <w:i/>
          <w:sz w:val="22"/>
        </w:rPr>
        <w:t>)</w:t>
      </w:r>
      <w:r w:rsidRPr="00EB4332">
        <w:rPr>
          <w:b/>
          <w:i/>
          <w:sz w:val="22"/>
        </w:rPr>
        <w:t>?:</w:t>
      </w:r>
    </w:p>
    <w:p w14:paraId="37E454B1" w14:textId="77777777" w:rsidR="00EB4332" w:rsidRDefault="00EB4332" w:rsidP="00EB4332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EB4332" w14:paraId="45EE663B" w14:textId="77777777" w:rsidTr="00EF40E0">
        <w:trPr>
          <w:trHeight w:val="581"/>
        </w:trPr>
        <w:tc>
          <w:tcPr>
            <w:tcW w:w="4505" w:type="dxa"/>
            <w:tcBorders>
              <w:bottom w:val="single" w:sz="4" w:space="0" w:color="auto"/>
            </w:tcBorders>
            <w:vAlign w:val="center"/>
          </w:tcPr>
          <w:p w14:paraId="10AA2A55" w14:textId="77777777" w:rsidR="00EB4332" w:rsidRDefault="00EB4332" w:rsidP="00EF40E0">
            <w:pPr>
              <w:rPr>
                <w:b/>
              </w:rPr>
            </w:pPr>
            <w:r>
              <w:rPr>
                <w:b/>
              </w:rPr>
              <w:t xml:space="preserve">Yes </w:t>
            </w:r>
            <w:sdt>
              <w:sdtPr>
                <w:rPr>
                  <w:b/>
                </w:rPr>
                <w:id w:val="169664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4505" w:type="dxa"/>
            <w:tcBorders>
              <w:bottom w:val="single" w:sz="4" w:space="0" w:color="auto"/>
            </w:tcBorders>
            <w:vAlign w:val="center"/>
          </w:tcPr>
          <w:p w14:paraId="6B26AE02" w14:textId="77777777" w:rsidR="00EB4332" w:rsidRDefault="00EB4332" w:rsidP="00EF40E0">
            <w:pPr>
              <w:rPr>
                <w:b/>
              </w:rPr>
            </w:pPr>
            <w:r>
              <w:rPr>
                <w:b/>
              </w:rPr>
              <w:t xml:space="preserve">No </w:t>
            </w:r>
            <w:sdt>
              <w:sdtPr>
                <w:rPr>
                  <w:b/>
                </w:rPr>
                <w:id w:val="119519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EB4332" w14:paraId="2D1DBC97" w14:textId="77777777" w:rsidTr="00EB4332">
        <w:trPr>
          <w:trHeight w:val="2479"/>
        </w:trPr>
        <w:tc>
          <w:tcPr>
            <w:tcW w:w="9010" w:type="dxa"/>
            <w:gridSpan w:val="2"/>
            <w:tcBorders>
              <w:bottom w:val="single" w:sz="4" w:space="0" w:color="auto"/>
            </w:tcBorders>
            <w:vAlign w:val="center"/>
          </w:tcPr>
          <w:p w14:paraId="65D4C7AA" w14:textId="6AA92580" w:rsidR="00EB4332" w:rsidRPr="00EB4332" w:rsidRDefault="00EB4332" w:rsidP="00EF40E0">
            <w:pPr>
              <w:rPr>
                <w:i/>
              </w:rPr>
            </w:pPr>
            <w:r>
              <w:rPr>
                <w:i/>
              </w:rPr>
              <w:t>If “Yes”, p</w:t>
            </w:r>
            <w:r w:rsidRPr="00EB4332">
              <w:rPr>
                <w:i/>
              </w:rPr>
              <w:t xml:space="preserve">lease </w:t>
            </w:r>
            <w:r>
              <w:rPr>
                <w:i/>
              </w:rPr>
              <w:t xml:space="preserve">specify </w:t>
            </w:r>
            <w:r w:rsidRPr="00EB4332">
              <w:rPr>
                <w:i/>
              </w:rPr>
              <w:t>(200 words max):</w:t>
            </w:r>
          </w:p>
          <w:p w14:paraId="2EFCA39E" w14:textId="77777777" w:rsidR="00EB4332" w:rsidRDefault="00EB4332" w:rsidP="00EF40E0">
            <w:pPr>
              <w:rPr>
                <w:b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7594500D" w14:textId="7A4178C5" w:rsidR="00EB4332" w:rsidRDefault="00EB4332" w:rsidP="00506724">
      <w:pPr>
        <w:rPr>
          <w:b/>
        </w:rPr>
      </w:pPr>
    </w:p>
    <w:p w14:paraId="38299CA9" w14:textId="465623B2" w:rsidR="00B752AA" w:rsidRDefault="00EB4332" w:rsidP="00EB4332">
      <w:pPr>
        <w:rPr>
          <w:b/>
          <w:i/>
          <w:sz w:val="22"/>
        </w:rPr>
      </w:pPr>
      <w:r>
        <w:rPr>
          <w:b/>
          <w:i/>
          <w:sz w:val="22"/>
        </w:rPr>
        <w:t xml:space="preserve">VIII. </w:t>
      </w:r>
      <w:r w:rsidR="00B752AA">
        <w:rPr>
          <w:b/>
          <w:i/>
          <w:sz w:val="22"/>
        </w:rPr>
        <w:t>Please choose the training track you want to apply for:</w:t>
      </w:r>
    </w:p>
    <w:p w14:paraId="2A96770A" w14:textId="77777777" w:rsidR="00B752AA" w:rsidRDefault="00B752AA" w:rsidP="00B752AA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B752AA" w14:paraId="1C59BBEB" w14:textId="77777777" w:rsidTr="00E01D67">
        <w:trPr>
          <w:trHeight w:val="581"/>
        </w:trPr>
        <w:tc>
          <w:tcPr>
            <w:tcW w:w="4505" w:type="dxa"/>
            <w:tcBorders>
              <w:bottom w:val="single" w:sz="4" w:space="0" w:color="auto"/>
            </w:tcBorders>
            <w:vAlign w:val="center"/>
          </w:tcPr>
          <w:p w14:paraId="69618350" w14:textId="6A8A87FA" w:rsidR="00B752AA" w:rsidRDefault="00B752AA" w:rsidP="00B752AA">
            <w:pPr>
              <w:rPr>
                <w:b/>
              </w:rPr>
            </w:pPr>
            <w:r>
              <w:rPr>
                <w:b/>
              </w:rPr>
              <w:t>Teaching and Learning (track 1)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525710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4505" w:type="dxa"/>
            <w:tcBorders>
              <w:bottom w:val="single" w:sz="4" w:space="0" w:color="auto"/>
            </w:tcBorders>
            <w:vAlign w:val="center"/>
          </w:tcPr>
          <w:p w14:paraId="5CF7753E" w14:textId="20E3F29B" w:rsidR="00B752AA" w:rsidRDefault="00B752AA" w:rsidP="00E01D67">
            <w:pPr>
              <w:rPr>
                <w:b/>
              </w:rPr>
            </w:pPr>
            <w:r w:rsidRPr="00B752AA">
              <w:rPr>
                <w:b/>
              </w:rPr>
              <w:t>External Quality Assurance (track 2)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580991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</w:tbl>
    <w:p w14:paraId="0FEC8BBB" w14:textId="77777777" w:rsidR="00B752AA" w:rsidRPr="00B752AA" w:rsidRDefault="00B752AA" w:rsidP="00EB4332">
      <w:pPr>
        <w:rPr>
          <w:b/>
          <w:i/>
        </w:rPr>
      </w:pPr>
    </w:p>
    <w:p w14:paraId="44909FA9" w14:textId="4CCF1DEC" w:rsidR="00EB4332" w:rsidRPr="00C53BCD" w:rsidRDefault="00B752AA" w:rsidP="00EB4332">
      <w:pPr>
        <w:rPr>
          <w:b/>
          <w:i/>
          <w:sz w:val="22"/>
        </w:rPr>
      </w:pPr>
      <w:r>
        <w:rPr>
          <w:b/>
          <w:i/>
          <w:sz w:val="22"/>
        </w:rPr>
        <w:t xml:space="preserve">IX. </w:t>
      </w:r>
      <w:r w:rsidR="00EB4332">
        <w:rPr>
          <w:b/>
          <w:i/>
          <w:sz w:val="22"/>
        </w:rPr>
        <w:t>Type of Application</w:t>
      </w:r>
      <w:r w:rsidR="00EB4332" w:rsidRPr="00EB4332">
        <w:rPr>
          <w:b/>
          <w:i/>
          <w:sz w:val="22"/>
        </w:rPr>
        <w:t>:</w:t>
      </w:r>
    </w:p>
    <w:p w14:paraId="7B49E42B" w14:textId="77777777" w:rsidR="00EB4332" w:rsidRDefault="00EB4332" w:rsidP="00EB4332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EB4332" w14:paraId="40C63BFF" w14:textId="77777777" w:rsidTr="00EF40E0">
        <w:trPr>
          <w:trHeight w:val="581"/>
        </w:trPr>
        <w:tc>
          <w:tcPr>
            <w:tcW w:w="4505" w:type="dxa"/>
            <w:tcBorders>
              <w:bottom w:val="single" w:sz="4" w:space="0" w:color="auto"/>
            </w:tcBorders>
            <w:vAlign w:val="center"/>
          </w:tcPr>
          <w:p w14:paraId="5CC3344A" w14:textId="06C4B357" w:rsidR="00EB4332" w:rsidRDefault="00EB4332" w:rsidP="00EF40E0">
            <w:pPr>
              <w:rPr>
                <w:b/>
              </w:rPr>
            </w:pPr>
            <w:r>
              <w:rPr>
                <w:b/>
              </w:rPr>
              <w:t xml:space="preserve">Individual Application </w:t>
            </w:r>
            <w:sdt>
              <w:sdtPr>
                <w:rPr>
                  <w:b/>
                </w:rPr>
                <w:id w:val="-304470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  <w:tc>
          <w:tcPr>
            <w:tcW w:w="4505" w:type="dxa"/>
            <w:tcBorders>
              <w:bottom w:val="single" w:sz="4" w:space="0" w:color="auto"/>
            </w:tcBorders>
            <w:vAlign w:val="center"/>
          </w:tcPr>
          <w:p w14:paraId="47B9DFA9" w14:textId="5D11A967" w:rsidR="00EB4332" w:rsidRDefault="00E73A4B" w:rsidP="00EF40E0">
            <w:pPr>
              <w:rPr>
                <w:b/>
              </w:rPr>
            </w:pPr>
            <w:r>
              <w:rPr>
                <w:b/>
              </w:rPr>
              <w:t>Team</w:t>
            </w:r>
            <w:r w:rsidR="00EB4332">
              <w:rPr>
                <w:b/>
              </w:rPr>
              <w:t xml:space="preserve"> Application </w:t>
            </w:r>
            <w:sdt>
              <w:sdtPr>
                <w:rPr>
                  <w:b/>
                </w:rPr>
                <w:id w:val="-170147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332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EB4332" w14:paraId="06FC3C9C" w14:textId="77777777" w:rsidTr="00EF40E0">
        <w:trPr>
          <w:trHeight w:val="581"/>
        </w:trPr>
        <w:tc>
          <w:tcPr>
            <w:tcW w:w="9010" w:type="dxa"/>
            <w:gridSpan w:val="2"/>
            <w:tcBorders>
              <w:bottom w:val="single" w:sz="4" w:space="0" w:color="auto"/>
            </w:tcBorders>
            <w:vAlign w:val="center"/>
          </w:tcPr>
          <w:p w14:paraId="4CFFA8D1" w14:textId="4DF29EF5" w:rsidR="00EB4332" w:rsidRPr="00EB4332" w:rsidRDefault="00EB4332" w:rsidP="00EF40E0">
            <w:pPr>
              <w:rPr>
                <w:i/>
              </w:rPr>
            </w:pPr>
            <w:r>
              <w:rPr>
                <w:i/>
              </w:rPr>
              <w:t>If “</w:t>
            </w:r>
            <w:r w:rsidR="00E73A4B">
              <w:rPr>
                <w:i/>
              </w:rPr>
              <w:t>Team</w:t>
            </w:r>
            <w:r>
              <w:rPr>
                <w:i/>
              </w:rPr>
              <w:t xml:space="preserve"> Application”, p</w:t>
            </w:r>
            <w:r w:rsidRPr="00EB4332">
              <w:rPr>
                <w:i/>
              </w:rPr>
              <w:t xml:space="preserve">lease </w:t>
            </w:r>
            <w:r>
              <w:rPr>
                <w:i/>
              </w:rPr>
              <w:t>specify</w:t>
            </w:r>
            <w:r w:rsidRPr="00EB4332">
              <w:rPr>
                <w:i/>
              </w:rPr>
              <w:t>:</w:t>
            </w:r>
          </w:p>
        </w:tc>
      </w:tr>
      <w:tr w:rsidR="00EB4332" w14:paraId="72AF2CA0" w14:textId="77777777" w:rsidTr="00085FCD">
        <w:trPr>
          <w:trHeight w:val="581"/>
        </w:trPr>
        <w:tc>
          <w:tcPr>
            <w:tcW w:w="9010" w:type="dxa"/>
            <w:gridSpan w:val="2"/>
            <w:tcBorders>
              <w:bottom w:val="single" w:sz="4" w:space="0" w:color="auto"/>
            </w:tcBorders>
            <w:vAlign w:val="center"/>
          </w:tcPr>
          <w:p w14:paraId="73CBF627" w14:textId="61FBAE64" w:rsidR="00EB4332" w:rsidRDefault="00EB4332" w:rsidP="00EF40E0">
            <w:pPr>
              <w:rPr>
                <w:b/>
              </w:rPr>
            </w:pPr>
            <w:r>
              <w:t xml:space="preserve">Name and Institution of </w:t>
            </w:r>
            <w:r w:rsidR="00E73A4B">
              <w:t>the team</w:t>
            </w:r>
            <w:r>
              <w:t xml:space="preserve"> </w:t>
            </w:r>
            <w:r w:rsidR="00E73A4B">
              <w:t>p</w:t>
            </w:r>
            <w:r>
              <w:t xml:space="preserve">artner: </w:t>
            </w: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490B63BE" w14:textId="11E1DD3E" w:rsidR="0045653B" w:rsidRDefault="0045653B" w:rsidP="00506724">
      <w:pPr>
        <w:jc w:val="both"/>
      </w:pPr>
    </w:p>
    <w:p w14:paraId="59ECA49D" w14:textId="560BC9E2" w:rsidR="00EB4332" w:rsidRDefault="00EB4332">
      <w:pPr>
        <w:spacing w:after="200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0"/>
      </w:tblGrid>
      <w:tr w:rsidR="00EB4332" w14:paraId="13D761B2" w14:textId="77777777" w:rsidTr="00EB4332">
        <w:tc>
          <w:tcPr>
            <w:tcW w:w="9010" w:type="dxa"/>
          </w:tcPr>
          <w:p w14:paraId="1E009B4E" w14:textId="77777777" w:rsidR="00EB4332" w:rsidRDefault="00EB4332" w:rsidP="00EB4332">
            <w:pPr>
              <w:jc w:val="both"/>
              <w:rPr>
                <w:b/>
                <w:color w:val="000000" w:themeColor="text1"/>
              </w:rPr>
            </w:pPr>
          </w:p>
          <w:p w14:paraId="629D6D82" w14:textId="24C46919" w:rsidR="00EB4332" w:rsidRPr="00930B26" w:rsidRDefault="00EB4332" w:rsidP="00EB4332">
            <w:pPr>
              <w:jc w:val="center"/>
              <w:rPr>
                <w:b/>
                <w:color w:val="000000" w:themeColor="text1"/>
              </w:rPr>
            </w:pPr>
            <w:r w:rsidRPr="00930B26">
              <w:rPr>
                <w:b/>
                <w:color w:val="000000" w:themeColor="text1"/>
              </w:rPr>
              <w:t>Submitting an Application:</w:t>
            </w:r>
          </w:p>
          <w:p w14:paraId="4C7EF436" w14:textId="6B901F28" w:rsidR="00EB4332" w:rsidRPr="00930B26" w:rsidRDefault="00B56255" w:rsidP="00EB4332">
            <w:pPr>
              <w:jc w:val="center"/>
              <w:rPr>
                <w:rFonts w:eastAsia="Arial"/>
              </w:rPr>
            </w:pPr>
            <w:r>
              <w:rPr>
                <w:color w:val="000000" w:themeColor="text1"/>
              </w:rPr>
              <w:t>Please</w:t>
            </w:r>
            <w:r w:rsidR="00EB4332" w:rsidRPr="00930B26">
              <w:rPr>
                <w:rFonts w:eastAsia="Arial"/>
              </w:rPr>
              <w:t xml:space="preserve"> send </w:t>
            </w:r>
            <w:r>
              <w:rPr>
                <w:rFonts w:eastAsia="Arial"/>
              </w:rPr>
              <w:t xml:space="preserve">your application as </w:t>
            </w:r>
            <w:r w:rsidR="00EB4332" w:rsidRPr="00930B26">
              <w:rPr>
                <w:rFonts w:eastAsia="Arial"/>
              </w:rPr>
              <w:t>electronic copy to the following address:</w:t>
            </w:r>
          </w:p>
          <w:p w14:paraId="3D6B893E" w14:textId="77777777" w:rsidR="00EB4332" w:rsidRPr="00930B26" w:rsidRDefault="00EB4332" w:rsidP="00EB4332">
            <w:pPr>
              <w:ind w:right="74"/>
              <w:jc w:val="center"/>
              <w:rPr>
                <w:rFonts w:eastAsia="Arial"/>
              </w:rPr>
            </w:pPr>
          </w:p>
          <w:p w14:paraId="617CF041" w14:textId="77777777" w:rsidR="00EB4332" w:rsidRPr="00930B26" w:rsidRDefault="00EB4332" w:rsidP="00EB4332">
            <w:pPr>
              <w:ind w:left="720" w:right="176"/>
              <w:jc w:val="center"/>
              <w:rPr>
                <w:rFonts w:eastAsia="Arial"/>
                <w:spacing w:val="1"/>
                <w:lang w:val="en-US"/>
              </w:rPr>
            </w:pPr>
            <w:r w:rsidRPr="00930B26">
              <w:rPr>
                <w:rFonts w:eastAsia="Arial"/>
                <w:spacing w:val="1"/>
                <w:lang w:val="en-US"/>
              </w:rPr>
              <w:t>DAAD Regional Office Jakarta</w:t>
            </w:r>
          </w:p>
          <w:p w14:paraId="1119DA90" w14:textId="77777777" w:rsidR="00EB4332" w:rsidRPr="00930B26" w:rsidRDefault="00EB4332" w:rsidP="00EB4332">
            <w:pPr>
              <w:ind w:left="720" w:right="176"/>
              <w:jc w:val="center"/>
              <w:rPr>
                <w:rFonts w:eastAsia="Arial"/>
                <w:spacing w:val="1"/>
                <w:lang w:val="en-US"/>
              </w:rPr>
            </w:pPr>
            <w:r w:rsidRPr="00930B26">
              <w:rPr>
                <w:rFonts w:eastAsia="Arial"/>
                <w:spacing w:val="1"/>
                <w:lang w:val="en-US"/>
              </w:rPr>
              <w:t>attn: SHARE</w:t>
            </w:r>
          </w:p>
          <w:p w14:paraId="27E27DD6" w14:textId="22DF87E6" w:rsidR="00EB4332" w:rsidRPr="00930B26" w:rsidRDefault="00EB4332" w:rsidP="00EB4332">
            <w:pPr>
              <w:ind w:left="720" w:right="176"/>
              <w:jc w:val="center"/>
              <w:rPr>
                <w:rFonts w:eastAsia="Arial"/>
                <w:spacing w:val="1"/>
                <w:lang w:val="en-US"/>
              </w:rPr>
            </w:pPr>
            <w:r w:rsidRPr="00930B26">
              <w:rPr>
                <w:rFonts w:eastAsia="Arial"/>
                <w:spacing w:val="1"/>
                <w:lang w:val="en-US"/>
              </w:rPr>
              <w:t>Jl. Jend. Sudirman, Kav. 61-62, Summitmas 2, 14th Floor</w:t>
            </w:r>
          </w:p>
          <w:p w14:paraId="37024512" w14:textId="77777777" w:rsidR="00EB4332" w:rsidRPr="00012511" w:rsidRDefault="00EB4332" w:rsidP="00EB4332">
            <w:pPr>
              <w:ind w:left="720" w:right="176"/>
              <w:jc w:val="center"/>
              <w:rPr>
                <w:rFonts w:eastAsia="Arial"/>
                <w:spacing w:val="1"/>
                <w:lang w:val="fr-FR"/>
              </w:rPr>
            </w:pPr>
            <w:r w:rsidRPr="00012511">
              <w:rPr>
                <w:rFonts w:eastAsia="Arial"/>
                <w:spacing w:val="1"/>
                <w:lang w:val="fr-FR"/>
              </w:rPr>
              <w:t>Jakarta 12190</w:t>
            </w:r>
          </w:p>
          <w:p w14:paraId="6D20A492" w14:textId="77777777" w:rsidR="00EB4332" w:rsidRPr="00012511" w:rsidRDefault="00EB4332" w:rsidP="00EB4332">
            <w:pPr>
              <w:ind w:left="720" w:right="176"/>
              <w:jc w:val="center"/>
              <w:rPr>
                <w:rFonts w:eastAsia="Arial"/>
                <w:spacing w:val="1"/>
                <w:lang w:val="fr-FR"/>
              </w:rPr>
            </w:pPr>
            <w:r w:rsidRPr="00012511">
              <w:rPr>
                <w:rFonts w:eastAsia="Arial"/>
                <w:spacing w:val="1"/>
                <w:lang w:val="fr-FR"/>
              </w:rPr>
              <w:t>Email: gries@daadjkt.org</w:t>
            </w:r>
          </w:p>
          <w:p w14:paraId="1856577F" w14:textId="746D49CF" w:rsidR="00EB4332" w:rsidRPr="00012511" w:rsidRDefault="00EB4332" w:rsidP="00EB4332">
            <w:pPr>
              <w:ind w:left="720" w:right="76"/>
              <w:jc w:val="center"/>
              <w:rPr>
                <w:rFonts w:eastAsia="Arial"/>
                <w:lang w:val="fr-FR"/>
              </w:rPr>
            </w:pPr>
            <w:r w:rsidRPr="00012511">
              <w:rPr>
                <w:rFonts w:eastAsia="Arial"/>
                <w:lang w:val="fr-FR"/>
              </w:rPr>
              <w:t>Cc: aqan@mqa.gov.my</w:t>
            </w:r>
          </w:p>
          <w:p w14:paraId="436770B0" w14:textId="77777777" w:rsidR="00EB4332" w:rsidRPr="00012511" w:rsidRDefault="00EB4332" w:rsidP="00EB4332">
            <w:pPr>
              <w:ind w:right="74"/>
              <w:jc w:val="center"/>
              <w:rPr>
                <w:rFonts w:eastAsia="Arial"/>
                <w:b/>
                <w:lang w:val="fr-FR"/>
              </w:rPr>
            </w:pPr>
          </w:p>
          <w:p w14:paraId="725AE9B3" w14:textId="4894A3E5" w:rsidR="00EB4332" w:rsidRDefault="00EB4332" w:rsidP="00EB4332">
            <w:pPr>
              <w:ind w:right="74"/>
              <w:jc w:val="center"/>
              <w:rPr>
                <w:rFonts w:eastAsia="Arial"/>
              </w:rPr>
            </w:pPr>
            <w:r w:rsidRPr="00930B26">
              <w:rPr>
                <w:rFonts w:eastAsia="Arial"/>
              </w:rPr>
              <w:t xml:space="preserve">Please make sure to </w:t>
            </w:r>
            <w:r>
              <w:rPr>
                <w:rFonts w:eastAsia="Arial"/>
              </w:rPr>
              <w:t>include the following documents:</w:t>
            </w:r>
          </w:p>
          <w:p w14:paraId="096059B8" w14:textId="505E8CEF" w:rsidR="00EB4332" w:rsidRDefault="00EB4332" w:rsidP="00EB4332">
            <w:pPr>
              <w:ind w:right="74"/>
              <w:jc w:val="center"/>
              <w:rPr>
                <w:rFonts w:eastAsia="Arial"/>
              </w:rPr>
            </w:pPr>
          </w:p>
          <w:p w14:paraId="10269F41" w14:textId="095B032D" w:rsidR="00EB4332" w:rsidRDefault="00EB4332" w:rsidP="00EB4332">
            <w:pPr>
              <w:pStyle w:val="Listenabsatz"/>
              <w:numPr>
                <w:ilvl w:val="0"/>
                <w:numId w:val="18"/>
              </w:num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Application Form (see Annex 1), </w:t>
            </w:r>
            <w:bookmarkStart w:id="3" w:name="_Hlk507507678"/>
            <w:r>
              <w:rPr>
                <w:rFonts w:ascii="Arial" w:eastAsia="Arial" w:hAnsi="Arial" w:cs="Arial"/>
                <w:sz w:val="20"/>
                <w:szCs w:val="20"/>
              </w:rPr>
              <w:t xml:space="preserve">signed by the </w:t>
            </w:r>
            <w:r w:rsidR="00220426">
              <w:rPr>
                <w:rFonts w:ascii="Arial" w:eastAsia="Arial" w:hAnsi="Arial" w:cs="Arial"/>
                <w:sz w:val="20"/>
                <w:szCs w:val="20"/>
              </w:rPr>
              <w:t>applicant</w:t>
            </w:r>
            <w:bookmarkEnd w:id="3"/>
          </w:p>
          <w:p w14:paraId="34B82D46" w14:textId="0BE0EDC0" w:rsidR="00EB4332" w:rsidRDefault="00EB4332" w:rsidP="00E73A4B">
            <w:pPr>
              <w:pStyle w:val="Listenabsatz"/>
              <w:numPr>
                <w:ilvl w:val="0"/>
                <w:numId w:val="18"/>
              </w:num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Project Proposal (see Annex 2)</w:t>
            </w:r>
            <w:bookmarkStart w:id="4" w:name="_Hlk507507684"/>
            <w:r w:rsidR="00824FE1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="00E73A4B" w:rsidRPr="00E73A4B">
              <w:rPr>
                <w:rFonts w:ascii="Arial" w:eastAsia="Arial" w:hAnsi="Arial" w:cs="Arial"/>
                <w:sz w:val="20"/>
                <w:szCs w:val="20"/>
              </w:rPr>
              <w:t>signed by the leadership of the applicant’s home institution</w:t>
            </w:r>
            <w:bookmarkEnd w:id="4"/>
          </w:p>
          <w:p w14:paraId="004CADCB" w14:textId="77777777" w:rsidR="00E73A4B" w:rsidRDefault="00E73A4B" w:rsidP="00E73A4B">
            <w:pPr>
              <w:pStyle w:val="Listenabsatz"/>
              <w:numPr>
                <w:ilvl w:val="0"/>
                <w:numId w:val="18"/>
              </w:num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Only if </w:t>
            </w:r>
            <w:bookmarkStart w:id="5" w:name="_Hlk507684148"/>
            <w:r>
              <w:rPr>
                <w:rFonts w:ascii="Arial" w:eastAsia="Arial" w:hAnsi="Arial" w:cs="Arial"/>
                <w:sz w:val="20"/>
                <w:szCs w:val="20"/>
              </w:rPr>
              <w:t>activities are planned at a place outside the home institution</w:t>
            </w:r>
            <w:bookmarkEnd w:id="5"/>
            <w:r>
              <w:rPr>
                <w:rFonts w:ascii="Arial" w:eastAsia="Arial" w:hAnsi="Arial" w:cs="Arial"/>
                <w:sz w:val="20"/>
                <w:szCs w:val="20"/>
              </w:rPr>
              <w:t>: A support letter from the respective host institution(s)</w:t>
            </w:r>
          </w:p>
          <w:p w14:paraId="18AD93CC" w14:textId="77777777" w:rsidR="00EB4332" w:rsidRDefault="00EB4332" w:rsidP="00EB4332">
            <w:pPr>
              <w:pStyle w:val="Listenabsatz"/>
              <w:numPr>
                <w:ilvl w:val="0"/>
                <w:numId w:val="18"/>
              </w:num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CV (2 pages maximum), including a passport-sized picture</w:t>
            </w:r>
          </w:p>
          <w:p w14:paraId="5651834A" w14:textId="77777777" w:rsidR="00EB4332" w:rsidRDefault="00EB4332" w:rsidP="00EB4332">
            <w:pPr>
              <w:ind w:right="74"/>
              <w:jc w:val="both"/>
              <w:rPr>
                <w:rFonts w:eastAsia="Arial"/>
              </w:rPr>
            </w:pPr>
          </w:p>
          <w:p w14:paraId="3DD5FF07" w14:textId="13082CE8" w:rsidR="00EB4332" w:rsidRDefault="00EB4332" w:rsidP="00EB4332">
            <w:pPr>
              <w:ind w:right="74"/>
              <w:jc w:val="center"/>
              <w:rPr>
                <w:rFonts w:eastAsia="Arial"/>
              </w:rPr>
            </w:pPr>
            <w:r w:rsidRPr="00930B26">
              <w:rPr>
                <w:rFonts w:eastAsia="Arial"/>
              </w:rPr>
              <w:t>Only complete applications c</w:t>
            </w:r>
            <w:r>
              <w:rPr>
                <w:rFonts w:eastAsia="Arial"/>
              </w:rPr>
              <w:t>an be considered for selection.</w:t>
            </w:r>
          </w:p>
          <w:p w14:paraId="3BAF7EFF" w14:textId="77777777" w:rsidR="00B56255" w:rsidRDefault="00B56255" w:rsidP="00EB4332">
            <w:pPr>
              <w:ind w:right="74"/>
              <w:jc w:val="center"/>
              <w:rPr>
                <w:rFonts w:eastAsia="Arial"/>
              </w:rPr>
            </w:pPr>
          </w:p>
          <w:p w14:paraId="55A5906D" w14:textId="1DCFA520" w:rsidR="00EB4332" w:rsidRPr="00B56255" w:rsidRDefault="00EB4332" w:rsidP="00EB4332">
            <w:pPr>
              <w:ind w:right="74"/>
              <w:jc w:val="center"/>
              <w:rPr>
                <w:rFonts w:eastAsia="Arial"/>
                <w:b/>
              </w:rPr>
            </w:pPr>
            <w:r w:rsidRPr="00B56255">
              <w:rPr>
                <w:rFonts w:eastAsia="Arial"/>
                <w:b/>
              </w:rPr>
              <w:t xml:space="preserve">The deadline for </w:t>
            </w:r>
            <w:r w:rsidRPr="00B56255">
              <w:rPr>
                <w:rFonts w:eastAsia="Arial"/>
                <w:b/>
              </w:rPr>
              <w:t xml:space="preserve">submission is </w:t>
            </w:r>
            <w:r w:rsidR="00AC46A1">
              <w:rPr>
                <w:rFonts w:eastAsia="Arial"/>
                <w:b/>
              </w:rPr>
              <w:t>Sunday</w:t>
            </w:r>
            <w:r w:rsidRPr="00B56255">
              <w:rPr>
                <w:rFonts w:eastAsia="Arial"/>
                <w:b/>
              </w:rPr>
              <w:t xml:space="preserve">, </w:t>
            </w:r>
            <w:r w:rsidR="00AC46A1">
              <w:rPr>
                <w:rFonts w:eastAsia="Arial"/>
                <w:b/>
              </w:rPr>
              <w:t>15</w:t>
            </w:r>
            <w:r w:rsidR="00AC46A1" w:rsidRPr="00B56255">
              <w:rPr>
                <w:rFonts w:eastAsia="Arial"/>
                <w:b/>
              </w:rPr>
              <w:t xml:space="preserve"> </w:t>
            </w:r>
            <w:r w:rsidRPr="00B56255">
              <w:rPr>
                <w:rFonts w:eastAsia="Arial"/>
                <w:b/>
              </w:rPr>
              <w:t>April 2018!</w:t>
            </w:r>
          </w:p>
          <w:p w14:paraId="0DEE8E57" w14:textId="77777777" w:rsidR="00EB4332" w:rsidRDefault="00EB4332" w:rsidP="00A6419B">
            <w:pPr>
              <w:jc w:val="both"/>
              <w:rPr>
                <w:b/>
                <w:color w:val="000000" w:themeColor="text1"/>
              </w:rPr>
            </w:pPr>
          </w:p>
        </w:tc>
      </w:tr>
    </w:tbl>
    <w:p w14:paraId="1CFA2013" w14:textId="470BFA73" w:rsidR="00506724" w:rsidRDefault="00506724" w:rsidP="00506724">
      <w:pPr>
        <w:rPr>
          <w:color w:val="000000" w:themeColor="text1"/>
        </w:rPr>
      </w:pPr>
    </w:p>
    <w:p w14:paraId="25477605" w14:textId="0FF89047" w:rsidR="004E6965" w:rsidRDefault="00220426" w:rsidP="000747D8">
      <w:pPr>
        <w:jc w:val="both"/>
        <w:rPr>
          <w:color w:val="000000" w:themeColor="text1"/>
        </w:rPr>
      </w:pPr>
      <w:r w:rsidRPr="00220426">
        <w:rPr>
          <w:color w:val="000000" w:themeColor="text1"/>
        </w:rPr>
        <w:t xml:space="preserve">I </w:t>
      </w:r>
      <w:r w:rsidR="004E6965">
        <w:rPr>
          <w:color w:val="000000" w:themeColor="text1"/>
        </w:rPr>
        <w:t xml:space="preserve">herewith confirm my sincere interest in the </w:t>
      </w:r>
      <w:bookmarkStart w:id="6" w:name="_Hlk507506768"/>
      <w:r w:rsidR="000747D8" w:rsidRPr="000747D8">
        <w:rPr>
          <w:color w:val="000000" w:themeColor="text1"/>
        </w:rPr>
        <w:t>SHARE “Peer Multiplier Training” (PMT) –</w:t>
      </w:r>
      <w:r w:rsidR="000747D8">
        <w:rPr>
          <w:color w:val="000000" w:themeColor="text1"/>
        </w:rPr>
        <w:t xml:space="preserve"> </w:t>
      </w:r>
      <w:r w:rsidR="000747D8" w:rsidRPr="000747D8">
        <w:rPr>
          <w:color w:val="000000" w:themeColor="text1"/>
        </w:rPr>
        <w:t>Training-of-Trainers Seminar for experts in the field of</w:t>
      </w:r>
      <w:r w:rsidR="000747D8">
        <w:rPr>
          <w:color w:val="000000" w:themeColor="text1"/>
        </w:rPr>
        <w:t xml:space="preserve"> Teaching and Learning &amp; </w:t>
      </w:r>
      <w:r w:rsidR="000747D8" w:rsidRPr="000747D8">
        <w:rPr>
          <w:color w:val="000000" w:themeColor="text1"/>
        </w:rPr>
        <w:t>External Quality Assurance</w:t>
      </w:r>
      <w:r w:rsidR="000747D8">
        <w:rPr>
          <w:color w:val="000000" w:themeColor="text1"/>
        </w:rPr>
        <w:t>”</w:t>
      </w:r>
      <w:bookmarkEnd w:id="6"/>
      <w:r w:rsidR="000747D8" w:rsidRPr="000747D8">
        <w:rPr>
          <w:color w:val="000000" w:themeColor="text1"/>
        </w:rPr>
        <w:t xml:space="preserve"> </w:t>
      </w:r>
      <w:r w:rsidR="004E6965">
        <w:rPr>
          <w:color w:val="000000" w:themeColor="text1"/>
        </w:rPr>
        <w:t>and the correctness of the information provided in this application form.</w:t>
      </w:r>
    </w:p>
    <w:p w14:paraId="2A31FD32" w14:textId="449BBB43" w:rsidR="00220426" w:rsidRPr="00220426" w:rsidRDefault="00220426" w:rsidP="00220426">
      <w:pPr>
        <w:rPr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4E6965" w14:paraId="30E5F2B3" w14:textId="77777777" w:rsidTr="004E6965">
        <w:tc>
          <w:tcPr>
            <w:tcW w:w="4505" w:type="dxa"/>
          </w:tcPr>
          <w:p w14:paraId="39DB479F" w14:textId="581E2408" w:rsidR="004E6965" w:rsidRDefault="004E6965" w:rsidP="004E6965">
            <w:pPr>
              <w:rPr>
                <w:color w:val="000000" w:themeColor="text1"/>
              </w:rPr>
            </w:pPr>
            <w:r w:rsidRPr="0086723D">
              <w:rPr>
                <w:color w:val="000000" w:themeColor="text1"/>
              </w:rPr>
              <w:t xml:space="preserve">Date:     </w:t>
            </w:r>
          </w:p>
        </w:tc>
        <w:tc>
          <w:tcPr>
            <w:tcW w:w="4505" w:type="dxa"/>
          </w:tcPr>
          <w:p w14:paraId="2C576C64" w14:textId="71EB8E85" w:rsidR="004E6965" w:rsidRDefault="004E6965" w:rsidP="004E69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Signature:</w:t>
            </w:r>
          </w:p>
        </w:tc>
      </w:tr>
      <w:tr w:rsidR="004E6965" w14:paraId="15DFD242" w14:textId="77777777" w:rsidTr="004E6965">
        <w:trPr>
          <w:trHeight w:val="974"/>
        </w:trPr>
        <w:tc>
          <w:tcPr>
            <w:tcW w:w="4505" w:type="dxa"/>
            <w:vAlign w:val="center"/>
          </w:tcPr>
          <w:p w14:paraId="1D1A9948" w14:textId="48C4E4A1" w:rsidR="004E6965" w:rsidRDefault="004E6965" w:rsidP="004E6965">
            <w:pPr>
              <w:rPr>
                <w:color w:val="000000" w:themeColor="text1"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  <w:tc>
          <w:tcPr>
            <w:tcW w:w="4505" w:type="dxa"/>
            <w:vAlign w:val="center"/>
          </w:tcPr>
          <w:p w14:paraId="20772554" w14:textId="4483C70F" w:rsidR="004E6965" w:rsidRDefault="004E6965" w:rsidP="004E6965">
            <w:pPr>
              <w:rPr>
                <w:color w:val="000000" w:themeColor="text1"/>
              </w:rPr>
            </w:pPr>
            <w:r w:rsidRPr="00BE7DDB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E7DDB">
              <w:instrText xml:space="preserve"> FORMTEXT </w:instrText>
            </w:r>
            <w:r w:rsidRPr="00BE7DD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E7DDB">
              <w:fldChar w:fldCharType="end"/>
            </w:r>
          </w:p>
        </w:tc>
      </w:tr>
    </w:tbl>
    <w:p w14:paraId="65E5C3F1" w14:textId="77777777" w:rsidR="004E6965" w:rsidRDefault="004E6965" w:rsidP="00220426">
      <w:pPr>
        <w:rPr>
          <w:color w:val="000000" w:themeColor="text1"/>
        </w:rPr>
      </w:pPr>
    </w:p>
    <w:sectPr w:rsidR="004E6965" w:rsidSect="00B87FBD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0" w:h="16840"/>
      <w:pgMar w:top="1440" w:right="1440" w:bottom="1440" w:left="1440" w:header="568" w:footer="115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ACF89" w14:textId="77777777" w:rsidR="00475E50" w:rsidRDefault="00475E50" w:rsidP="00403A5C">
      <w:r>
        <w:separator/>
      </w:r>
    </w:p>
  </w:endnote>
  <w:endnote w:type="continuationSeparator" w:id="0">
    <w:p w14:paraId="3C93F85F" w14:textId="77777777" w:rsidR="00475E50" w:rsidRDefault="00475E50" w:rsidP="0040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Franklin Gothic Medium Cond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7903B" w14:textId="77777777" w:rsidR="00D022E8" w:rsidRDefault="00D022E8" w:rsidP="0079731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4A52503" w14:textId="77777777" w:rsidR="00D022E8" w:rsidRDefault="00D022E8">
    <w:pPr>
      <w:pStyle w:val="Fuzeile"/>
    </w:pPr>
  </w:p>
  <w:p w14:paraId="5F06F94A" w14:textId="77777777" w:rsidR="00682286" w:rsidRDefault="006822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5C588" w14:textId="77777777" w:rsidR="00D022E8" w:rsidRPr="009710E1" w:rsidRDefault="00D022E8" w:rsidP="009710E1">
    <w:pPr>
      <w:pStyle w:val="Kopfzeile"/>
      <w:tabs>
        <w:tab w:val="clear" w:pos="8640"/>
        <w:tab w:val="right" w:pos="8222"/>
      </w:tabs>
      <w:ind w:left="-1276" w:right="-1141"/>
      <w:jc w:val="center"/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3A01D0F7" wp14:editId="72BA6626">
          <wp:simplePos x="0" y="0"/>
          <wp:positionH relativeFrom="margin">
            <wp:align>center</wp:align>
          </wp:positionH>
          <wp:positionV relativeFrom="paragraph">
            <wp:posOffset>81915</wp:posOffset>
          </wp:positionV>
          <wp:extent cx="6669407" cy="485775"/>
          <wp:effectExtent l="0" t="0" r="0" b="9525"/>
          <wp:wrapNone/>
          <wp:docPr id="60" name="Picture 60" descr="C:\Users\EU SHARE\AppData\Local\Microsoft\Windows\INetCacheContent.Word\SHARE Partners logo-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EU SHARE\AppData\Local\Microsoft\Windows\INetCacheContent.Word\SHARE Partners logo-Ne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9407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5D9C1" w14:textId="77777777" w:rsidR="00475E50" w:rsidRDefault="00475E50" w:rsidP="00403A5C">
      <w:r>
        <w:separator/>
      </w:r>
    </w:p>
  </w:footnote>
  <w:footnote w:type="continuationSeparator" w:id="0">
    <w:p w14:paraId="7CAC7DE2" w14:textId="77777777" w:rsidR="00475E50" w:rsidRDefault="00475E50" w:rsidP="00403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4F39B" w14:textId="054BC366" w:rsidR="00D022E8" w:rsidRDefault="00D022E8" w:rsidP="00E01DBC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CA25621" w14:textId="77777777" w:rsidR="00D022E8" w:rsidRDefault="00D022E8" w:rsidP="00E01DBC">
    <w:pPr>
      <w:pStyle w:val="Kopfzeile"/>
      <w:ind w:right="360"/>
    </w:pPr>
  </w:p>
  <w:p w14:paraId="2A160A20" w14:textId="77777777" w:rsidR="00682286" w:rsidRDefault="006822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5750A" w14:textId="4693C212" w:rsidR="00D022E8" w:rsidRDefault="00D022E8" w:rsidP="00E01DBC">
    <w:pPr>
      <w:pStyle w:val="Kopfzeile"/>
      <w:framePr w:wrap="around" w:vAnchor="text" w:hAnchor="margin" w:xAlign="right" w:y="1"/>
      <w:jc w:val="right"/>
      <w:rPr>
        <w:rStyle w:val="Seitenzahl"/>
      </w:rPr>
    </w:pPr>
  </w:p>
  <w:p w14:paraId="17E7B5E9" w14:textId="77777777" w:rsidR="00D022E8" w:rsidRDefault="00D022E8" w:rsidP="00E01DBC">
    <w:pPr>
      <w:pStyle w:val="Kopfzeile"/>
      <w:ind w:right="360"/>
    </w:pPr>
  </w:p>
  <w:p w14:paraId="3F5B8110" w14:textId="77777777" w:rsidR="00682286" w:rsidRDefault="0068228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088AE" w14:textId="45526725" w:rsidR="00D022E8" w:rsidRPr="009710E1" w:rsidRDefault="00D022E8" w:rsidP="00B87FBD">
    <w:pPr>
      <w:ind w:right="20"/>
      <w:jc w:val="right"/>
      <w:rPr>
        <w:rFonts w:eastAsia="Arial Unicode MS"/>
        <w:b/>
        <w:color w:val="404040" w:themeColor="text1" w:themeTint="BF"/>
        <w:sz w:val="32"/>
        <w:szCs w:val="32"/>
      </w:rPr>
    </w:pPr>
    <w:r w:rsidRPr="009710E1">
      <w:rPr>
        <w:rFonts w:eastAsia="Arial Unicode MS"/>
        <w:b/>
        <w:noProof/>
        <w:color w:val="404040" w:themeColor="text1" w:themeTint="BF"/>
        <w:sz w:val="32"/>
        <w:szCs w:val="32"/>
        <w:lang w:val="de-DE" w:eastAsia="de-DE"/>
      </w:rPr>
      <w:drawing>
        <wp:anchor distT="0" distB="0" distL="114300" distR="114300" simplePos="0" relativeHeight="251662336" behindDoc="1" locked="0" layoutInCell="1" allowOverlap="1" wp14:anchorId="354754BC" wp14:editId="0C8A8AF7">
          <wp:simplePos x="0" y="0"/>
          <wp:positionH relativeFrom="margin">
            <wp:align>left</wp:align>
          </wp:positionH>
          <wp:positionV relativeFrom="paragraph">
            <wp:posOffset>10795</wp:posOffset>
          </wp:positionV>
          <wp:extent cx="1599791" cy="885825"/>
          <wp:effectExtent l="0" t="0" r="635" b="0"/>
          <wp:wrapNone/>
          <wp:docPr id="59" name="Picture 59" descr="Macintosh HD:Users:StefanAir:Work:SHARE:Communications - Visibility - Public Relation:Screen Shot 2015-05-19 at 13.27.4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StefanAir:Work:SHARE:Communications - Visibility - Public Relation:Screen Shot 2015-05-19 at 13.27.4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9791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10E1">
      <w:rPr>
        <w:rFonts w:eastAsia="Arial Unicode MS"/>
        <w:b/>
        <w:color w:val="404040" w:themeColor="text1" w:themeTint="BF"/>
        <w:sz w:val="32"/>
        <w:szCs w:val="32"/>
      </w:rPr>
      <w:t>EUROPEAN UNION SUPPORT TO HIGHER</w:t>
    </w:r>
  </w:p>
  <w:p w14:paraId="304862B0" w14:textId="77777777" w:rsidR="00D022E8" w:rsidRPr="009710E1" w:rsidRDefault="00D022E8" w:rsidP="00B87FBD">
    <w:pPr>
      <w:ind w:right="20"/>
      <w:jc w:val="right"/>
      <w:rPr>
        <w:rFonts w:eastAsia="Arial Unicode MS"/>
        <w:b/>
        <w:color w:val="404040" w:themeColor="text1" w:themeTint="BF"/>
        <w:sz w:val="32"/>
        <w:szCs w:val="32"/>
      </w:rPr>
    </w:pPr>
    <w:r w:rsidRPr="009710E1">
      <w:rPr>
        <w:rFonts w:eastAsia="Arial Unicode MS"/>
        <w:b/>
        <w:color w:val="404040" w:themeColor="text1" w:themeTint="BF"/>
        <w:sz w:val="32"/>
        <w:szCs w:val="32"/>
      </w:rPr>
      <w:t>EDUCATION IN THE ASEAN REGION</w:t>
    </w:r>
  </w:p>
  <w:p w14:paraId="63FECDEE" w14:textId="77777777" w:rsidR="00D022E8" w:rsidRDefault="00D022E8" w:rsidP="009710E1">
    <w:pPr>
      <w:pStyle w:val="Kopfzeile"/>
      <w:ind w:right="-1000"/>
    </w:pPr>
  </w:p>
  <w:p w14:paraId="412F150D" w14:textId="77777777" w:rsidR="00D022E8" w:rsidRPr="009710E1" w:rsidRDefault="00D022E8" w:rsidP="00B87FBD">
    <w:pPr>
      <w:pStyle w:val="Kopfzeile"/>
      <w:tabs>
        <w:tab w:val="clear" w:pos="8640"/>
        <w:tab w:val="right" w:pos="8222"/>
      </w:tabs>
      <w:ind w:right="20"/>
      <w:jc w:val="right"/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</w:pPr>
    <w:r w:rsidRPr="009710E1"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>SHARE P</w:t>
    </w:r>
    <w:r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 xml:space="preserve">roject Management Office </w:t>
    </w:r>
  </w:p>
  <w:p w14:paraId="46477BA6" w14:textId="77777777" w:rsidR="00D022E8" w:rsidRDefault="00D022E8" w:rsidP="00B87FBD">
    <w:pPr>
      <w:pStyle w:val="Kopfzeile"/>
      <w:ind w:right="20"/>
      <w:jc w:val="right"/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</w:pPr>
    <w:r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>ASEAN Secretariat  |  70A Jl. Sisingamangaraja  |  Jakarta 12110  |  Indonesia</w:t>
    </w:r>
  </w:p>
  <w:p w14:paraId="3F5F66AC" w14:textId="77777777" w:rsidR="00D022E8" w:rsidRPr="00797311" w:rsidRDefault="00D022E8" w:rsidP="00B87FBD">
    <w:pPr>
      <w:pStyle w:val="Kopfzeile"/>
      <w:ind w:right="20"/>
      <w:jc w:val="right"/>
    </w:pPr>
    <w:r w:rsidRPr="009710E1"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>Phone</w:t>
    </w:r>
    <w:r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>:</w:t>
    </w:r>
    <w:r w:rsidRPr="009710E1"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 xml:space="preserve"> +62 (21) </w:t>
    </w:r>
    <w:r>
      <w:rPr>
        <w:rFonts w:eastAsia="Arial Unicode MS"/>
        <w:noProof/>
        <w:color w:val="404040" w:themeColor="text1" w:themeTint="BF"/>
        <w:sz w:val="16"/>
        <w:szCs w:val="16"/>
        <w:lang w:val="en-US" w:eastAsia="en-US"/>
      </w:rPr>
      <w:t>726 2991  |  Email: info@share-asean.eu  |  Web: www.share-asean.eu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C3E4A"/>
    <w:multiLevelType w:val="hybridMultilevel"/>
    <w:tmpl w:val="2C3A38A0"/>
    <w:lvl w:ilvl="0" w:tplc="68E2056A">
      <w:start w:val="14"/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72C8C"/>
    <w:multiLevelType w:val="hybridMultilevel"/>
    <w:tmpl w:val="5FB633F4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352AF8"/>
    <w:multiLevelType w:val="hybridMultilevel"/>
    <w:tmpl w:val="36B079E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A45"/>
    <w:multiLevelType w:val="hybridMultilevel"/>
    <w:tmpl w:val="3470013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B2AE4"/>
    <w:multiLevelType w:val="hybridMultilevel"/>
    <w:tmpl w:val="650AB9B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6096A"/>
    <w:multiLevelType w:val="hybridMultilevel"/>
    <w:tmpl w:val="939070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6E30C7"/>
    <w:multiLevelType w:val="hybridMultilevel"/>
    <w:tmpl w:val="F7306F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E577E"/>
    <w:multiLevelType w:val="hybridMultilevel"/>
    <w:tmpl w:val="6824AEC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65755"/>
    <w:multiLevelType w:val="hybridMultilevel"/>
    <w:tmpl w:val="24AAD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50109"/>
    <w:multiLevelType w:val="hybridMultilevel"/>
    <w:tmpl w:val="C50E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36C7C"/>
    <w:multiLevelType w:val="hybridMultilevel"/>
    <w:tmpl w:val="2C867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D78B8"/>
    <w:multiLevelType w:val="hybridMultilevel"/>
    <w:tmpl w:val="FD8EE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175BF"/>
    <w:multiLevelType w:val="hybridMultilevel"/>
    <w:tmpl w:val="2A9E51A4"/>
    <w:lvl w:ilvl="0" w:tplc="AD0C1C4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323D0"/>
    <w:multiLevelType w:val="hybridMultilevel"/>
    <w:tmpl w:val="66B23880"/>
    <w:lvl w:ilvl="0" w:tplc="9E08087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70BB7"/>
    <w:multiLevelType w:val="hybridMultilevel"/>
    <w:tmpl w:val="3F228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7F"/>
    <w:multiLevelType w:val="hybridMultilevel"/>
    <w:tmpl w:val="3D72B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417FFE"/>
    <w:multiLevelType w:val="hybridMultilevel"/>
    <w:tmpl w:val="F42E09F6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447AA4"/>
    <w:multiLevelType w:val="hybridMultilevel"/>
    <w:tmpl w:val="9620D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31510"/>
    <w:multiLevelType w:val="hybridMultilevel"/>
    <w:tmpl w:val="63BA51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BF3E7A"/>
    <w:multiLevelType w:val="hybridMultilevel"/>
    <w:tmpl w:val="441EC7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83145B"/>
    <w:multiLevelType w:val="hybridMultilevel"/>
    <w:tmpl w:val="F6C0EB7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43D5C"/>
    <w:multiLevelType w:val="hybridMultilevel"/>
    <w:tmpl w:val="283E4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A6832"/>
    <w:multiLevelType w:val="hybridMultilevel"/>
    <w:tmpl w:val="37483DC0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1C3545"/>
    <w:multiLevelType w:val="hybridMultilevel"/>
    <w:tmpl w:val="C52223E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E51E9A"/>
    <w:multiLevelType w:val="hybridMultilevel"/>
    <w:tmpl w:val="AA9EFD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E4239"/>
    <w:multiLevelType w:val="hybridMultilevel"/>
    <w:tmpl w:val="86BE97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F40D1"/>
    <w:multiLevelType w:val="hybridMultilevel"/>
    <w:tmpl w:val="B57CE5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84FA6"/>
    <w:multiLevelType w:val="hybridMultilevel"/>
    <w:tmpl w:val="CCA674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168BB"/>
    <w:multiLevelType w:val="hybridMultilevel"/>
    <w:tmpl w:val="2F4CDF56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0E3108"/>
    <w:multiLevelType w:val="hybridMultilevel"/>
    <w:tmpl w:val="651EC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B2EE4"/>
    <w:multiLevelType w:val="hybridMultilevel"/>
    <w:tmpl w:val="1B46C91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1"/>
  </w:num>
  <w:num w:numId="4">
    <w:abstractNumId w:val="9"/>
  </w:num>
  <w:num w:numId="5">
    <w:abstractNumId w:val="10"/>
  </w:num>
  <w:num w:numId="6">
    <w:abstractNumId w:val="8"/>
  </w:num>
  <w:num w:numId="7">
    <w:abstractNumId w:val="3"/>
  </w:num>
  <w:num w:numId="8">
    <w:abstractNumId w:val="13"/>
  </w:num>
  <w:num w:numId="9">
    <w:abstractNumId w:val="12"/>
  </w:num>
  <w:num w:numId="10">
    <w:abstractNumId w:val="17"/>
  </w:num>
  <w:num w:numId="11">
    <w:abstractNumId w:val="0"/>
  </w:num>
  <w:num w:numId="12">
    <w:abstractNumId w:val="19"/>
  </w:num>
  <w:num w:numId="13">
    <w:abstractNumId w:val="29"/>
  </w:num>
  <w:num w:numId="14">
    <w:abstractNumId w:val="26"/>
  </w:num>
  <w:num w:numId="15">
    <w:abstractNumId w:val="24"/>
  </w:num>
  <w:num w:numId="16">
    <w:abstractNumId w:val="20"/>
  </w:num>
  <w:num w:numId="17">
    <w:abstractNumId w:val="4"/>
  </w:num>
  <w:num w:numId="18">
    <w:abstractNumId w:val="15"/>
  </w:num>
  <w:num w:numId="19">
    <w:abstractNumId w:val="14"/>
  </w:num>
  <w:num w:numId="20">
    <w:abstractNumId w:val="23"/>
  </w:num>
  <w:num w:numId="21">
    <w:abstractNumId w:val="11"/>
  </w:num>
  <w:num w:numId="22">
    <w:abstractNumId w:val="2"/>
  </w:num>
  <w:num w:numId="23">
    <w:abstractNumId w:val="25"/>
  </w:num>
  <w:num w:numId="24">
    <w:abstractNumId w:val="30"/>
  </w:num>
  <w:num w:numId="25">
    <w:abstractNumId w:val="7"/>
  </w:num>
  <w:num w:numId="26">
    <w:abstractNumId w:val="28"/>
  </w:num>
  <w:num w:numId="27">
    <w:abstractNumId w:val="27"/>
  </w:num>
  <w:num w:numId="28">
    <w:abstractNumId w:val="16"/>
  </w:num>
  <w:num w:numId="29">
    <w:abstractNumId w:val="22"/>
  </w:num>
  <w:num w:numId="30">
    <w:abstractNumId w:val="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5C"/>
    <w:rsid w:val="00012511"/>
    <w:rsid w:val="00012ACE"/>
    <w:rsid w:val="00042EB3"/>
    <w:rsid w:val="00047811"/>
    <w:rsid w:val="000747D8"/>
    <w:rsid w:val="000807A2"/>
    <w:rsid w:val="00087727"/>
    <w:rsid w:val="000A265B"/>
    <w:rsid w:val="000B5FEC"/>
    <w:rsid w:val="000C1A19"/>
    <w:rsid w:val="000C267B"/>
    <w:rsid w:val="000C7DD9"/>
    <w:rsid w:val="000D4FA6"/>
    <w:rsid w:val="000F3591"/>
    <w:rsid w:val="000F5DDA"/>
    <w:rsid w:val="000F6A73"/>
    <w:rsid w:val="00103B4C"/>
    <w:rsid w:val="00131AF4"/>
    <w:rsid w:val="00131CC9"/>
    <w:rsid w:val="001435C2"/>
    <w:rsid w:val="0015482B"/>
    <w:rsid w:val="001679B9"/>
    <w:rsid w:val="001761C9"/>
    <w:rsid w:val="001B247E"/>
    <w:rsid w:val="001B2C08"/>
    <w:rsid w:val="001B3C9A"/>
    <w:rsid w:val="001B5A00"/>
    <w:rsid w:val="001D7F6A"/>
    <w:rsid w:val="001F18C4"/>
    <w:rsid w:val="002059D3"/>
    <w:rsid w:val="00220426"/>
    <w:rsid w:val="00223F80"/>
    <w:rsid w:val="00224430"/>
    <w:rsid w:val="00273F05"/>
    <w:rsid w:val="002842D1"/>
    <w:rsid w:val="002B61E5"/>
    <w:rsid w:val="002C688A"/>
    <w:rsid w:val="002D4186"/>
    <w:rsid w:val="002E09A3"/>
    <w:rsid w:val="002E1F62"/>
    <w:rsid w:val="003236E6"/>
    <w:rsid w:val="00340D3A"/>
    <w:rsid w:val="00367A07"/>
    <w:rsid w:val="00384137"/>
    <w:rsid w:val="00385130"/>
    <w:rsid w:val="003A034C"/>
    <w:rsid w:val="003B1FEB"/>
    <w:rsid w:val="003B7268"/>
    <w:rsid w:val="003C6E47"/>
    <w:rsid w:val="003D0101"/>
    <w:rsid w:val="003D1158"/>
    <w:rsid w:val="003D2B30"/>
    <w:rsid w:val="003D4B92"/>
    <w:rsid w:val="003D5750"/>
    <w:rsid w:val="003E4020"/>
    <w:rsid w:val="003F7A91"/>
    <w:rsid w:val="00403A5C"/>
    <w:rsid w:val="00406E88"/>
    <w:rsid w:val="00421C4A"/>
    <w:rsid w:val="00427CAC"/>
    <w:rsid w:val="0043034D"/>
    <w:rsid w:val="00433142"/>
    <w:rsid w:val="00441F7E"/>
    <w:rsid w:val="00444570"/>
    <w:rsid w:val="0044497A"/>
    <w:rsid w:val="0045653B"/>
    <w:rsid w:val="00475E50"/>
    <w:rsid w:val="00490A5C"/>
    <w:rsid w:val="00493C9E"/>
    <w:rsid w:val="004B2FCC"/>
    <w:rsid w:val="004C3F13"/>
    <w:rsid w:val="004E6965"/>
    <w:rsid w:val="005021D7"/>
    <w:rsid w:val="00505040"/>
    <w:rsid w:val="0050512C"/>
    <w:rsid w:val="00506724"/>
    <w:rsid w:val="00535F25"/>
    <w:rsid w:val="00574F7A"/>
    <w:rsid w:val="0057540C"/>
    <w:rsid w:val="00582BF7"/>
    <w:rsid w:val="005A0B85"/>
    <w:rsid w:val="005A7BEF"/>
    <w:rsid w:val="005C1F67"/>
    <w:rsid w:val="005C79E7"/>
    <w:rsid w:val="005F0253"/>
    <w:rsid w:val="005F22B1"/>
    <w:rsid w:val="006239CE"/>
    <w:rsid w:val="00626458"/>
    <w:rsid w:val="00655F0D"/>
    <w:rsid w:val="006757FA"/>
    <w:rsid w:val="00682286"/>
    <w:rsid w:val="0068732C"/>
    <w:rsid w:val="006A1C73"/>
    <w:rsid w:val="006A1E4B"/>
    <w:rsid w:val="006B53C9"/>
    <w:rsid w:val="006C760C"/>
    <w:rsid w:val="006D0D74"/>
    <w:rsid w:val="006D0DD0"/>
    <w:rsid w:val="006F0CA5"/>
    <w:rsid w:val="006F110F"/>
    <w:rsid w:val="00702D40"/>
    <w:rsid w:val="007146C0"/>
    <w:rsid w:val="00726AA0"/>
    <w:rsid w:val="0072742A"/>
    <w:rsid w:val="00740FF9"/>
    <w:rsid w:val="00753102"/>
    <w:rsid w:val="007632F6"/>
    <w:rsid w:val="00765FEA"/>
    <w:rsid w:val="00770D18"/>
    <w:rsid w:val="00781795"/>
    <w:rsid w:val="00797311"/>
    <w:rsid w:val="007C43F9"/>
    <w:rsid w:val="007D50A3"/>
    <w:rsid w:val="007F20D8"/>
    <w:rsid w:val="00800CD9"/>
    <w:rsid w:val="0080283A"/>
    <w:rsid w:val="00813D49"/>
    <w:rsid w:val="00813DF5"/>
    <w:rsid w:val="008203AD"/>
    <w:rsid w:val="00824FE1"/>
    <w:rsid w:val="00830372"/>
    <w:rsid w:val="0083049A"/>
    <w:rsid w:val="008542B5"/>
    <w:rsid w:val="008617A9"/>
    <w:rsid w:val="00881FB2"/>
    <w:rsid w:val="0089221B"/>
    <w:rsid w:val="00896512"/>
    <w:rsid w:val="008D57F4"/>
    <w:rsid w:val="008F48D4"/>
    <w:rsid w:val="00905316"/>
    <w:rsid w:val="00906483"/>
    <w:rsid w:val="0091203F"/>
    <w:rsid w:val="00930B26"/>
    <w:rsid w:val="0093232C"/>
    <w:rsid w:val="00942BB4"/>
    <w:rsid w:val="00944366"/>
    <w:rsid w:val="00956ADD"/>
    <w:rsid w:val="009710E1"/>
    <w:rsid w:val="00971F6D"/>
    <w:rsid w:val="00982E9F"/>
    <w:rsid w:val="009867A8"/>
    <w:rsid w:val="00995A88"/>
    <w:rsid w:val="00997246"/>
    <w:rsid w:val="00997912"/>
    <w:rsid w:val="009A7C80"/>
    <w:rsid w:val="009D1B60"/>
    <w:rsid w:val="009D61C2"/>
    <w:rsid w:val="009E2C96"/>
    <w:rsid w:val="009E55C6"/>
    <w:rsid w:val="00A052FD"/>
    <w:rsid w:val="00A07366"/>
    <w:rsid w:val="00A11D6E"/>
    <w:rsid w:val="00A420DA"/>
    <w:rsid w:val="00A51CB6"/>
    <w:rsid w:val="00A557D9"/>
    <w:rsid w:val="00A6419B"/>
    <w:rsid w:val="00A7677A"/>
    <w:rsid w:val="00A83D58"/>
    <w:rsid w:val="00A84FF2"/>
    <w:rsid w:val="00A96DDC"/>
    <w:rsid w:val="00AA0EFC"/>
    <w:rsid w:val="00AC46A1"/>
    <w:rsid w:val="00AD36E1"/>
    <w:rsid w:val="00AD67F3"/>
    <w:rsid w:val="00AE73C9"/>
    <w:rsid w:val="00AF2E71"/>
    <w:rsid w:val="00B143FC"/>
    <w:rsid w:val="00B16A7E"/>
    <w:rsid w:val="00B2626D"/>
    <w:rsid w:val="00B56255"/>
    <w:rsid w:val="00B633EF"/>
    <w:rsid w:val="00B752AA"/>
    <w:rsid w:val="00B776AB"/>
    <w:rsid w:val="00B87FBD"/>
    <w:rsid w:val="00BB3273"/>
    <w:rsid w:val="00BC171C"/>
    <w:rsid w:val="00BE35A8"/>
    <w:rsid w:val="00C02EA8"/>
    <w:rsid w:val="00C3039E"/>
    <w:rsid w:val="00C53BCD"/>
    <w:rsid w:val="00C707AF"/>
    <w:rsid w:val="00C708BE"/>
    <w:rsid w:val="00C805DF"/>
    <w:rsid w:val="00C9565E"/>
    <w:rsid w:val="00C96FB7"/>
    <w:rsid w:val="00CA4B9F"/>
    <w:rsid w:val="00CC0A94"/>
    <w:rsid w:val="00CC18B4"/>
    <w:rsid w:val="00CE0D7F"/>
    <w:rsid w:val="00D022E8"/>
    <w:rsid w:val="00D07266"/>
    <w:rsid w:val="00D11AAE"/>
    <w:rsid w:val="00D160CF"/>
    <w:rsid w:val="00D169AD"/>
    <w:rsid w:val="00D17425"/>
    <w:rsid w:val="00D26A08"/>
    <w:rsid w:val="00D53765"/>
    <w:rsid w:val="00D664E6"/>
    <w:rsid w:val="00D85B1A"/>
    <w:rsid w:val="00D95347"/>
    <w:rsid w:val="00DA3652"/>
    <w:rsid w:val="00DC43AC"/>
    <w:rsid w:val="00DC638C"/>
    <w:rsid w:val="00DD0FAD"/>
    <w:rsid w:val="00E01DBC"/>
    <w:rsid w:val="00E178CE"/>
    <w:rsid w:val="00E232F8"/>
    <w:rsid w:val="00E60E91"/>
    <w:rsid w:val="00E61D0A"/>
    <w:rsid w:val="00E630BB"/>
    <w:rsid w:val="00E64BA7"/>
    <w:rsid w:val="00E73A4B"/>
    <w:rsid w:val="00E84D9B"/>
    <w:rsid w:val="00E86A67"/>
    <w:rsid w:val="00EA7BA3"/>
    <w:rsid w:val="00EB4332"/>
    <w:rsid w:val="00EB76A5"/>
    <w:rsid w:val="00EC5351"/>
    <w:rsid w:val="00ED06A5"/>
    <w:rsid w:val="00EE4AC0"/>
    <w:rsid w:val="00EF3A06"/>
    <w:rsid w:val="00F1189F"/>
    <w:rsid w:val="00F360EA"/>
    <w:rsid w:val="00F66A93"/>
    <w:rsid w:val="00F76134"/>
    <w:rsid w:val="00FB204B"/>
    <w:rsid w:val="00FD244F"/>
    <w:rsid w:val="00FD3D19"/>
    <w:rsid w:val="00FD42B1"/>
    <w:rsid w:val="00FF7D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5F38120"/>
  <w15:docId w15:val="{DEE3A2C2-B8A3-4186-82F0-7340D38E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97311"/>
    <w:pPr>
      <w:spacing w:after="0"/>
    </w:pPr>
    <w:rPr>
      <w:rFonts w:ascii="Arial" w:eastAsia="SimSun" w:hAnsi="Arial" w:cs="Arial"/>
      <w:sz w:val="20"/>
      <w:szCs w:val="20"/>
      <w:lang w:val="en-GB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03A5C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3A5C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403A5C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3A5C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3A5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3A5C"/>
    <w:rPr>
      <w:rFonts w:ascii="Lucida Grande" w:hAnsi="Lucida Grande" w:cs="Lucida Grande"/>
      <w:sz w:val="18"/>
      <w:szCs w:val="18"/>
      <w:lang w:val="en-GB"/>
    </w:rPr>
  </w:style>
  <w:style w:type="paragraph" w:styleId="NurText">
    <w:name w:val="Plain Text"/>
    <w:basedOn w:val="Standard"/>
    <w:link w:val="NurTextZchn"/>
    <w:unhideWhenUsed/>
    <w:rsid w:val="00797311"/>
    <w:rPr>
      <w:rFonts w:ascii="Calibri" w:eastAsia="PMingLiU" w:hAnsi="Calibri" w:cs="Times New Roman"/>
      <w:sz w:val="24"/>
      <w:szCs w:val="21"/>
      <w:lang w:eastAsia="en-GB"/>
    </w:rPr>
  </w:style>
  <w:style w:type="character" w:customStyle="1" w:styleId="NurTextZchn">
    <w:name w:val="Nur Text Zchn"/>
    <w:basedOn w:val="Absatz-Standardschriftart"/>
    <w:link w:val="NurText"/>
    <w:rsid w:val="00797311"/>
    <w:rPr>
      <w:rFonts w:ascii="Calibri" w:eastAsia="PMingLiU" w:hAnsi="Calibri" w:cs="Times New Roman"/>
      <w:szCs w:val="21"/>
      <w:lang w:val="en-GB" w:eastAsia="en-GB"/>
    </w:rPr>
  </w:style>
  <w:style w:type="paragraph" w:styleId="KeinLeerraum">
    <w:name w:val="No Spacing"/>
    <w:uiPriority w:val="1"/>
    <w:qFormat/>
    <w:rsid w:val="00797311"/>
    <w:pPr>
      <w:spacing w:after="0"/>
    </w:pPr>
    <w:rPr>
      <w:rFonts w:ascii="Calibri" w:eastAsia="PMingLiU" w:hAnsi="Calibri" w:cs="Times New Roman"/>
      <w:sz w:val="22"/>
      <w:szCs w:val="22"/>
      <w:lang w:val="en-GB" w:eastAsia="zh-TW"/>
    </w:rPr>
  </w:style>
  <w:style w:type="paragraph" w:styleId="Listenabsatz">
    <w:name w:val="List Paragraph"/>
    <w:basedOn w:val="Standard"/>
    <w:uiPriority w:val="34"/>
    <w:qFormat/>
    <w:rsid w:val="00797311"/>
    <w:pPr>
      <w:spacing w:after="200" w:line="276" w:lineRule="auto"/>
      <w:ind w:left="720"/>
      <w:contextualSpacing/>
    </w:pPr>
    <w:rPr>
      <w:rFonts w:ascii="Calibri" w:eastAsia="PMingLiU" w:hAnsi="Calibri" w:cs="Times New Roman"/>
      <w:sz w:val="22"/>
      <w:szCs w:val="22"/>
      <w:lang w:eastAsia="zh-TW"/>
    </w:rPr>
  </w:style>
  <w:style w:type="character" w:styleId="Seitenzahl">
    <w:name w:val="page number"/>
    <w:basedOn w:val="Absatz-Standardschriftart"/>
    <w:uiPriority w:val="99"/>
    <w:semiHidden/>
    <w:unhideWhenUsed/>
    <w:rsid w:val="00797311"/>
  </w:style>
  <w:style w:type="character" w:styleId="Kommentarzeichen">
    <w:name w:val="annotation reference"/>
    <w:basedOn w:val="Absatz-Standardschriftart"/>
    <w:uiPriority w:val="99"/>
    <w:semiHidden/>
    <w:unhideWhenUsed/>
    <w:rsid w:val="008D57F4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D57F4"/>
  </w:style>
  <w:style w:type="character" w:customStyle="1" w:styleId="KommentartextZchn">
    <w:name w:val="Kommentartext Zchn"/>
    <w:basedOn w:val="Absatz-Standardschriftart"/>
    <w:link w:val="Kommentartext"/>
    <w:rsid w:val="008D57F4"/>
    <w:rPr>
      <w:rFonts w:ascii="Arial" w:eastAsia="SimSun" w:hAnsi="Arial" w:cs="Arial"/>
      <w:sz w:val="20"/>
      <w:szCs w:val="20"/>
      <w:lang w:val="en-GB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57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57F4"/>
    <w:rPr>
      <w:rFonts w:ascii="Arial" w:eastAsia="SimSun" w:hAnsi="Arial" w:cs="Arial"/>
      <w:b/>
      <w:bCs/>
      <w:sz w:val="20"/>
      <w:szCs w:val="20"/>
      <w:lang w:val="en-GB" w:eastAsia="zh-CN"/>
    </w:rPr>
  </w:style>
  <w:style w:type="table" w:customStyle="1" w:styleId="PlainTable42">
    <w:name w:val="Plain Table 42"/>
    <w:basedOn w:val="NormaleTabelle"/>
    <w:uiPriority w:val="99"/>
    <w:rsid w:val="00D17425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tandardWeb">
    <w:name w:val="Normal (Web)"/>
    <w:basedOn w:val="Standard"/>
    <w:uiPriority w:val="99"/>
    <w:semiHidden/>
    <w:unhideWhenUsed/>
    <w:rsid w:val="00D17425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7F20D8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F20D8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6A1E4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3D2B30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2B30"/>
    <w:rPr>
      <w:rFonts w:ascii="Arial" w:eastAsia="SimSun" w:hAnsi="Arial" w:cs="Arial"/>
      <w:sz w:val="20"/>
      <w:szCs w:val="20"/>
      <w:lang w:val="en-GB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3D2B30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3BCD"/>
    <w:rPr>
      <w:color w:val="808080"/>
      <w:shd w:val="clear" w:color="auto" w:fill="E6E6E6"/>
    </w:rPr>
  </w:style>
  <w:style w:type="character" w:styleId="Platzhaltertext">
    <w:name w:val="Placeholder Text"/>
    <w:basedOn w:val="Absatz-Standardschriftart"/>
    <w:uiPriority w:val="99"/>
    <w:semiHidden/>
    <w:rsid w:val="00EB43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4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124BBD-9F10-4AD0-9843-84A7A40C6DC3}"/>
      </w:docPartPr>
      <w:docPartBody>
        <w:p w:rsidR="00E81B45" w:rsidRDefault="00DF3705">
          <w:r w:rsidRPr="00572C1B">
            <w:rPr>
              <w:rStyle w:val="Platzhaltertext"/>
            </w:rPr>
            <w:t>Wählen Sie ein Element aus.</w:t>
          </w:r>
        </w:p>
      </w:docPartBody>
    </w:docPart>
    <w:docPart>
      <w:docPartPr>
        <w:name w:val="9A78653629A746869FB2288D79B992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1CAE00-1729-42B0-AFDE-A65EB97D714E}"/>
      </w:docPartPr>
      <w:docPartBody>
        <w:p w:rsidR="00E81B45" w:rsidRDefault="00DF3705" w:rsidP="00DF3705">
          <w:pPr>
            <w:pStyle w:val="9A78653629A746869FB2288D79B99295"/>
          </w:pPr>
          <w:r w:rsidRPr="00572C1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741F7FBC284A94A31D7A2AB38C4D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A6F675-74F7-4B63-B0DD-2FF464F64FDC}"/>
      </w:docPartPr>
      <w:docPartBody>
        <w:p w:rsidR="00E81B45" w:rsidRDefault="00DF3705" w:rsidP="00DF3705">
          <w:pPr>
            <w:pStyle w:val="EB741F7FBC284A94A31D7A2AB38C4D5F"/>
          </w:pPr>
          <w:r w:rsidRPr="00572C1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Franklin Gothic Medium Cond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05"/>
    <w:rsid w:val="00DF3705"/>
    <w:rsid w:val="00E8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F3705"/>
    <w:rPr>
      <w:color w:val="808080"/>
    </w:rPr>
  </w:style>
  <w:style w:type="paragraph" w:customStyle="1" w:styleId="9A78653629A746869FB2288D79B99295">
    <w:name w:val="9A78653629A746869FB2288D79B99295"/>
    <w:rsid w:val="00DF3705"/>
  </w:style>
  <w:style w:type="paragraph" w:customStyle="1" w:styleId="EB741F7FBC284A94A31D7A2AB38C4D5F">
    <w:name w:val="EB741F7FBC284A94A31D7A2AB38C4D5F"/>
    <w:rsid w:val="00DF37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300130B6ABF041A0619146668210A9" ma:contentTypeVersion="" ma:contentTypeDescription="Ein neues Dokument erstellen." ma:contentTypeScope="" ma:versionID="e0ea4f01f59e75c9a7c116887324de45">
  <xsd:schema xmlns:xsd="http://www.w3.org/2001/XMLSchema" xmlns:xs="http://www.w3.org/2001/XMLSchema" xmlns:p="http://schemas.microsoft.com/office/2006/metadata/properties" xmlns:ns2="55ece8c8-d96d-4a23-837d-0b00ef07878b" xmlns:ns3="f1c7bf05-c82b-47bb-b121-6211f11dcf32" xmlns:ns4="bd7de2f9-718e-4af8-9dd8-846650d9b837" xmlns:ns5="73a462f2-730a-4857-8961-6ac21947b956" targetNamespace="http://schemas.microsoft.com/office/2006/metadata/properties" ma:root="true" ma:fieldsID="26eced18bd200379898027d3ce29191d" ns2:_="" ns3:_="" ns4:_="" ns5:_="">
    <xsd:import namespace="55ece8c8-d96d-4a23-837d-0b00ef07878b"/>
    <xsd:import namespace="f1c7bf05-c82b-47bb-b121-6211f11dcf32"/>
    <xsd:import namespace="bd7de2f9-718e-4af8-9dd8-846650d9b837"/>
    <xsd:import namespace="73a462f2-730a-4857-8961-6ac21947b9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ingHintHash" minOccurs="0"/>
                <xsd:element ref="ns4:SharedWithDetails" minOccurs="0"/>
                <xsd:element ref="ns5:MediaServiceMetadata" minOccurs="0"/>
                <xsd:element ref="ns5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ce8c8-d96d-4a23-837d-0b00ef0787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7bf05-c82b-47bb-b121-6211f11dcf32" elementFormDefault="qualified">
    <xsd:import namespace="http://schemas.microsoft.com/office/2006/documentManagement/types"/>
    <xsd:import namespace="http://schemas.microsoft.com/office/infopath/2007/PartnerControls"/>
    <xsd:element name="SharingHintHash" ma:index="9" nillable="true" ma:displayName="Freigabehinweishash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de2f9-718e-4af8-9dd8-846650d9b837" elementFormDefault="qualified">
    <xsd:import namespace="http://schemas.microsoft.com/office/2006/documentManagement/types"/>
    <xsd:import namespace="http://schemas.microsoft.com/office/infopath/2007/PartnerControls"/>
    <xsd:element name="SharedWithDetails" ma:index="10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462f2-730a-4857-8961-6ac21947b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2E8D3-B329-4BBE-8AAD-6FE1068DF278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d7de2f9-718e-4af8-9dd8-846650d9b837"/>
    <ds:schemaRef ds:uri="http://purl.org/dc/elements/1.1/"/>
    <ds:schemaRef ds:uri="http://www.w3.org/XML/1998/namespace"/>
    <ds:schemaRef ds:uri="73a462f2-730a-4857-8961-6ac21947b956"/>
    <ds:schemaRef ds:uri="f1c7bf05-c82b-47bb-b121-6211f11dcf32"/>
    <ds:schemaRef ds:uri="55ece8c8-d96d-4a23-837d-0b00ef07878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DA0D85-F7F3-4BB6-A057-D14A4B0BA4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699CC-277C-4859-B4D4-FF130ED90D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ece8c8-d96d-4a23-837d-0b00ef07878b"/>
    <ds:schemaRef ds:uri="f1c7bf05-c82b-47bb-b121-6211f11dcf32"/>
    <ds:schemaRef ds:uri="bd7de2f9-718e-4af8-9dd8-846650d9b837"/>
    <ds:schemaRef ds:uri="73a462f2-730a-4857-8961-6ac21947b9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817D60-BEA9-4DAB-A418-8D81B0CC2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8059EEA4.dotm</Template>
  <TotalTime>0</TotalTime>
  <Pages>4</Pages>
  <Words>480</Words>
  <Characters>3029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British Council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Hell</dc:creator>
  <cp:keywords/>
  <dc:description/>
  <cp:lastModifiedBy>Nils Tensi</cp:lastModifiedBy>
  <cp:revision>4</cp:revision>
  <cp:lastPrinted>2018-01-22T15:11:00Z</cp:lastPrinted>
  <dcterms:created xsi:type="dcterms:W3CDTF">2018-03-02T12:15:00Z</dcterms:created>
  <dcterms:modified xsi:type="dcterms:W3CDTF">2018-03-05T07:31:00Z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0x0101007A300130B6ABF041A0619146668210A9</vt:lpwstr>
  </property>
</Properties>
</file>