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977C35" w14:textId="77777777" w:rsidR="00B87FBD" w:rsidRPr="00930B26" w:rsidRDefault="00B87FBD" w:rsidP="00997246">
      <w:pPr>
        <w:jc w:val="both"/>
      </w:pPr>
    </w:p>
    <w:p w14:paraId="1484E70E" w14:textId="77777777" w:rsidR="00AE73C9" w:rsidRPr="00930B26" w:rsidRDefault="00AE73C9" w:rsidP="00997246">
      <w:pPr>
        <w:jc w:val="both"/>
      </w:pPr>
    </w:p>
    <w:p w14:paraId="2BC72C2C" w14:textId="77777777" w:rsidR="004A1D01" w:rsidRPr="00930B26" w:rsidRDefault="004A1D01" w:rsidP="004A1D01">
      <w:pPr>
        <w:jc w:val="center"/>
        <w:rPr>
          <w:b/>
          <w:sz w:val="32"/>
        </w:rPr>
      </w:pPr>
      <w:r w:rsidRPr="00930B26">
        <w:rPr>
          <w:b/>
          <w:sz w:val="32"/>
        </w:rPr>
        <w:t>Call for Applications</w:t>
      </w:r>
    </w:p>
    <w:p w14:paraId="12F65C71" w14:textId="77777777" w:rsidR="004A1D01" w:rsidRPr="00930B26" w:rsidRDefault="004A1D01" w:rsidP="004A1D01">
      <w:pPr>
        <w:jc w:val="center"/>
        <w:rPr>
          <w:b/>
          <w:sz w:val="22"/>
        </w:rPr>
      </w:pPr>
    </w:p>
    <w:p w14:paraId="10452755" w14:textId="77777777" w:rsidR="004A1D01" w:rsidRPr="00930B26" w:rsidRDefault="004A1D01" w:rsidP="004A1D01">
      <w:pPr>
        <w:jc w:val="center"/>
        <w:rPr>
          <w:b/>
          <w:sz w:val="22"/>
        </w:rPr>
      </w:pPr>
      <w:bookmarkStart w:id="0" w:name="_Hlk507506348"/>
      <w:r w:rsidRPr="00930B26">
        <w:rPr>
          <w:b/>
          <w:sz w:val="22"/>
        </w:rPr>
        <w:t>SHARE “Peer Multiplier Training” (PMT) –</w:t>
      </w:r>
    </w:p>
    <w:p w14:paraId="480297E8" w14:textId="77777777" w:rsidR="004A1D01" w:rsidRDefault="004A1D01" w:rsidP="004A1D01">
      <w:pPr>
        <w:jc w:val="center"/>
        <w:rPr>
          <w:b/>
          <w:sz w:val="22"/>
          <w:szCs w:val="22"/>
        </w:rPr>
      </w:pPr>
      <w:r w:rsidRPr="00930B26">
        <w:rPr>
          <w:b/>
          <w:sz w:val="22"/>
        </w:rPr>
        <w:t>Training-of-</w:t>
      </w:r>
      <w:r w:rsidRPr="001C4655">
        <w:rPr>
          <w:b/>
          <w:sz w:val="22"/>
          <w:szCs w:val="22"/>
        </w:rPr>
        <w:t>Trainers Seminar for experts in</w:t>
      </w:r>
      <w:r>
        <w:rPr>
          <w:b/>
          <w:sz w:val="22"/>
          <w:szCs w:val="22"/>
        </w:rPr>
        <w:t xml:space="preserve"> the field of</w:t>
      </w:r>
    </w:p>
    <w:p w14:paraId="268A89AE" w14:textId="77777777" w:rsidR="004A1D01" w:rsidRPr="001C4655" w:rsidRDefault="004A1D01" w:rsidP="004A1D01">
      <w:pPr>
        <w:jc w:val="center"/>
        <w:rPr>
          <w:b/>
          <w:sz w:val="22"/>
          <w:szCs w:val="22"/>
        </w:rPr>
      </w:pPr>
    </w:p>
    <w:p w14:paraId="2BD0AF5B" w14:textId="77777777" w:rsidR="004A1D01" w:rsidRPr="001C4655" w:rsidRDefault="004A1D01" w:rsidP="004A1D01">
      <w:pPr>
        <w:jc w:val="center"/>
        <w:rPr>
          <w:b/>
          <w:sz w:val="22"/>
          <w:szCs w:val="22"/>
        </w:rPr>
      </w:pPr>
      <w:r w:rsidRPr="001C4655">
        <w:rPr>
          <w:b/>
          <w:sz w:val="22"/>
          <w:szCs w:val="22"/>
        </w:rPr>
        <w:t>Teaching and Learning (track 1)</w:t>
      </w:r>
    </w:p>
    <w:p w14:paraId="7FE3F30C" w14:textId="77777777" w:rsidR="004A1D01" w:rsidRPr="001C4655" w:rsidRDefault="004A1D01" w:rsidP="004A1D01">
      <w:pPr>
        <w:jc w:val="center"/>
        <w:rPr>
          <w:b/>
          <w:sz w:val="22"/>
          <w:szCs w:val="22"/>
        </w:rPr>
      </w:pPr>
      <w:r w:rsidRPr="001C4655">
        <w:rPr>
          <w:b/>
          <w:sz w:val="22"/>
          <w:szCs w:val="22"/>
        </w:rPr>
        <w:t>&amp;</w:t>
      </w:r>
    </w:p>
    <w:p w14:paraId="66F00E04" w14:textId="77777777" w:rsidR="004A1D01" w:rsidRPr="001C4655" w:rsidRDefault="004A1D01" w:rsidP="004A1D01">
      <w:pPr>
        <w:jc w:val="center"/>
        <w:rPr>
          <w:sz w:val="22"/>
          <w:szCs w:val="22"/>
        </w:rPr>
      </w:pPr>
      <w:r w:rsidRPr="001C4655">
        <w:rPr>
          <w:b/>
          <w:sz w:val="22"/>
          <w:szCs w:val="22"/>
        </w:rPr>
        <w:t>External Quality Assurance (track 2)</w:t>
      </w:r>
    </w:p>
    <w:bookmarkEnd w:id="0"/>
    <w:p w14:paraId="2D279071" w14:textId="72E35EEF" w:rsidR="00D17425" w:rsidRDefault="00D17425" w:rsidP="00506724">
      <w:pPr>
        <w:jc w:val="center"/>
      </w:pPr>
    </w:p>
    <w:p w14:paraId="63978A66" w14:textId="70420E2E" w:rsidR="00C53BCD" w:rsidRPr="00C53BCD" w:rsidRDefault="00C53BCD" w:rsidP="00506724">
      <w:pPr>
        <w:jc w:val="center"/>
        <w:rPr>
          <w:b/>
          <w:sz w:val="28"/>
          <w:u w:val="single"/>
        </w:rPr>
      </w:pPr>
      <w:r w:rsidRPr="00C53BCD">
        <w:rPr>
          <w:b/>
          <w:sz w:val="28"/>
          <w:u w:val="single"/>
        </w:rPr>
        <w:t xml:space="preserve">ANNEX </w:t>
      </w:r>
      <w:r w:rsidR="00DE70E1">
        <w:rPr>
          <w:b/>
          <w:sz w:val="28"/>
          <w:u w:val="single"/>
        </w:rPr>
        <w:t>2</w:t>
      </w:r>
      <w:r w:rsidRPr="00C53BCD">
        <w:rPr>
          <w:b/>
          <w:sz w:val="28"/>
          <w:u w:val="single"/>
        </w:rPr>
        <w:t>:</w:t>
      </w:r>
    </w:p>
    <w:p w14:paraId="17BDF59B" w14:textId="53DF9848" w:rsidR="00C53BCD" w:rsidRPr="00C53BCD" w:rsidRDefault="00DE70E1" w:rsidP="00506724">
      <w:pPr>
        <w:jc w:val="center"/>
        <w:rPr>
          <w:b/>
          <w:sz w:val="28"/>
        </w:rPr>
      </w:pPr>
      <w:r>
        <w:rPr>
          <w:b/>
          <w:sz w:val="28"/>
        </w:rPr>
        <w:t>Project Proposal</w:t>
      </w:r>
    </w:p>
    <w:p w14:paraId="7B5AD072" w14:textId="77777777" w:rsidR="00C53BCD" w:rsidRPr="00930B26" w:rsidRDefault="00C53BCD" w:rsidP="00506724">
      <w:pPr>
        <w:jc w:val="center"/>
      </w:pPr>
    </w:p>
    <w:p w14:paraId="05844C58" w14:textId="5D2B2937" w:rsidR="004A1D01" w:rsidRDefault="004A1D01" w:rsidP="004A1D01">
      <w:pPr>
        <w:jc w:val="center"/>
        <w:rPr>
          <w:b/>
        </w:rPr>
      </w:pPr>
      <w:r>
        <w:rPr>
          <w:b/>
        </w:rPr>
        <w:t xml:space="preserve">The application deadline is </w:t>
      </w:r>
      <w:r w:rsidR="00152DDB">
        <w:rPr>
          <w:b/>
        </w:rPr>
        <w:t xml:space="preserve">15 </w:t>
      </w:r>
      <w:r>
        <w:rPr>
          <w:b/>
        </w:rPr>
        <w:t>April 2018.</w:t>
      </w:r>
    </w:p>
    <w:p w14:paraId="3F71891C" w14:textId="77777777" w:rsidR="004A1D01" w:rsidRDefault="004A1D01" w:rsidP="004A1D01">
      <w:pPr>
        <w:jc w:val="center"/>
      </w:pPr>
      <w:r>
        <w:t>For any questions, kindly contact</w:t>
      </w:r>
    </w:p>
    <w:p w14:paraId="01A5D968" w14:textId="77777777" w:rsidR="004A1D01" w:rsidRPr="00C53BCD" w:rsidRDefault="004A1D01" w:rsidP="004A1D01">
      <w:pPr>
        <w:jc w:val="center"/>
      </w:pPr>
      <w:r>
        <w:t xml:space="preserve">the SHARE project team via </w:t>
      </w:r>
      <w:r w:rsidRPr="00C53BCD">
        <w:rPr>
          <w:u w:val="single"/>
        </w:rPr>
        <w:t>gries@daadjkt.org</w:t>
      </w:r>
      <w:r>
        <w:t xml:space="preserve"> or </w:t>
      </w:r>
      <w:r w:rsidRPr="00C53BCD">
        <w:rPr>
          <w:u w:val="single"/>
        </w:rPr>
        <w:t>ellyzar@daadjkt.org</w:t>
      </w:r>
      <w:r>
        <w:t>.</w:t>
      </w:r>
    </w:p>
    <w:p w14:paraId="021E90CC" w14:textId="50A8AC0C" w:rsidR="00C53BCD" w:rsidRDefault="00C53BCD" w:rsidP="00506724">
      <w:pPr>
        <w:rPr>
          <w:b/>
        </w:rPr>
      </w:pPr>
    </w:p>
    <w:p w14:paraId="4ED1DB06" w14:textId="5AB179B6" w:rsidR="00C53BCD" w:rsidRPr="00C53BCD" w:rsidRDefault="00EB4332" w:rsidP="00506724">
      <w:pPr>
        <w:rPr>
          <w:b/>
          <w:i/>
          <w:sz w:val="22"/>
        </w:rPr>
      </w:pPr>
      <w:r>
        <w:rPr>
          <w:b/>
          <w:i/>
          <w:sz w:val="22"/>
        </w:rPr>
        <w:t xml:space="preserve">I. </w:t>
      </w:r>
      <w:r w:rsidR="00DE70E1">
        <w:rPr>
          <w:b/>
          <w:i/>
          <w:sz w:val="22"/>
        </w:rPr>
        <w:t>Project</w:t>
      </w:r>
      <w:r w:rsidR="00C53BCD" w:rsidRPr="00C53BCD">
        <w:rPr>
          <w:b/>
          <w:i/>
          <w:sz w:val="22"/>
        </w:rPr>
        <w:t xml:space="preserve"> Information:</w:t>
      </w:r>
    </w:p>
    <w:p w14:paraId="3244EA5E" w14:textId="77777777" w:rsidR="00C53BCD" w:rsidRDefault="00C53BCD" w:rsidP="00506724">
      <w:pPr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10"/>
      </w:tblGrid>
      <w:tr w:rsidR="00AA0EFC" w14:paraId="3C907BA2" w14:textId="77777777" w:rsidTr="00682286">
        <w:trPr>
          <w:trHeight w:val="581"/>
        </w:trPr>
        <w:tc>
          <w:tcPr>
            <w:tcW w:w="9010" w:type="dxa"/>
            <w:tcBorders>
              <w:bottom w:val="single" w:sz="4" w:space="0" w:color="auto"/>
            </w:tcBorders>
            <w:vAlign w:val="center"/>
          </w:tcPr>
          <w:p w14:paraId="6008617A" w14:textId="3EF4B486" w:rsidR="00AA0EFC" w:rsidRDefault="00AA0EFC" w:rsidP="00AA0EFC">
            <w:pPr>
              <w:rPr>
                <w:b/>
              </w:rPr>
            </w:pPr>
            <w:r w:rsidRPr="00BE7DDB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</w:tr>
      <w:tr w:rsidR="00C53BCD" w14:paraId="3DC13BDC" w14:textId="77777777" w:rsidTr="00682286">
        <w:tc>
          <w:tcPr>
            <w:tcW w:w="9010" w:type="dxa"/>
            <w:tcBorders>
              <w:left w:val="nil"/>
              <w:bottom w:val="nil"/>
              <w:right w:val="nil"/>
            </w:tcBorders>
          </w:tcPr>
          <w:p w14:paraId="49E3A86D" w14:textId="14582214" w:rsidR="00C53BCD" w:rsidRDefault="00720045" w:rsidP="00682286">
            <w:pPr>
              <w:rPr>
                <w:b/>
              </w:rPr>
            </w:pPr>
            <w:r>
              <w:rPr>
                <w:b/>
              </w:rPr>
              <w:t>Name of the P</w:t>
            </w:r>
            <w:r w:rsidR="00DE70E1">
              <w:rPr>
                <w:b/>
              </w:rPr>
              <w:t>roject</w:t>
            </w:r>
          </w:p>
        </w:tc>
      </w:tr>
    </w:tbl>
    <w:p w14:paraId="46C583BD" w14:textId="768CB784" w:rsidR="00C53BCD" w:rsidRDefault="00C53BCD" w:rsidP="00C53BCD">
      <w:pPr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10"/>
      </w:tblGrid>
      <w:tr w:rsidR="00AA0EFC" w14:paraId="6E05963F" w14:textId="77777777" w:rsidTr="00682286">
        <w:trPr>
          <w:trHeight w:val="581"/>
        </w:trPr>
        <w:tc>
          <w:tcPr>
            <w:tcW w:w="9010" w:type="dxa"/>
            <w:tcBorders>
              <w:bottom w:val="single" w:sz="4" w:space="0" w:color="auto"/>
            </w:tcBorders>
            <w:vAlign w:val="center"/>
          </w:tcPr>
          <w:p w14:paraId="72E8F4D5" w14:textId="123B1ADB" w:rsidR="00AA0EFC" w:rsidRDefault="00AA0EFC" w:rsidP="00AA0EFC">
            <w:pPr>
              <w:rPr>
                <w:b/>
              </w:rPr>
            </w:pPr>
            <w:r w:rsidRPr="00BE7DDB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</w:tr>
      <w:tr w:rsidR="00C53BCD" w14:paraId="32D91A35" w14:textId="77777777" w:rsidTr="00682286">
        <w:tc>
          <w:tcPr>
            <w:tcW w:w="9010" w:type="dxa"/>
            <w:tcBorders>
              <w:left w:val="nil"/>
              <w:bottom w:val="nil"/>
              <w:right w:val="nil"/>
            </w:tcBorders>
          </w:tcPr>
          <w:p w14:paraId="6761ED4A" w14:textId="7C2CCC99" w:rsidR="00C53BCD" w:rsidRDefault="00DE70E1" w:rsidP="00C53BCD">
            <w:pPr>
              <w:rPr>
                <w:b/>
              </w:rPr>
            </w:pPr>
            <w:r>
              <w:rPr>
                <w:b/>
              </w:rPr>
              <w:t>Target Audience</w:t>
            </w:r>
          </w:p>
        </w:tc>
      </w:tr>
    </w:tbl>
    <w:p w14:paraId="33B5CAB3" w14:textId="4DCF336D" w:rsidR="00C53BCD" w:rsidRDefault="00C53BCD" w:rsidP="00C53BCD">
      <w:pPr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10"/>
      </w:tblGrid>
      <w:tr w:rsidR="00DE70E1" w14:paraId="1447C2EA" w14:textId="77777777" w:rsidTr="00A445C6">
        <w:trPr>
          <w:trHeight w:val="581"/>
        </w:trPr>
        <w:tc>
          <w:tcPr>
            <w:tcW w:w="9010" w:type="dxa"/>
            <w:tcBorders>
              <w:bottom w:val="single" w:sz="4" w:space="0" w:color="auto"/>
            </w:tcBorders>
            <w:vAlign w:val="center"/>
          </w:tcPr>
          <w:p w14:paraId="6912E0D2" w14:textId="1A7F9647" w:rsidR="00DE70E1" w:rsidRDefault="00DE70E1" w:rsidP="00AA0EFC">
            <w:pPr>
              <w:rPr>
                <w:b/>
              </w:rPr>
            </w:pPr>
            <w:r w:rsidRPr="00BE7DDB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</w:tr>
      <w:tr w:rsidR="00DE70E1" w14:paraId="39DD6D4B" w14:textId="77777777" w:rsidTr="00FC1C75">
        <w:tc>
          <w:tcPr>
            <w:tcW w:w="9010" w:type="dxa"/>
            <w:tcBorders>
              <w:left w:val="nil"/>
              <w:bottom w:val="nil"/>
              <w:right w:val="nil"/>
            </w:tcBorders>
          </w:tcPr>
          <w:p w14:paraId="200D50B2" w14:textId="584C73E4" w:rsidR="00DE70E1" w:rsidRDefault="00DE70E1" w:rsidP="00682286">
            <w:pPr>
              <w:rPr>
                <w:b/>
              </w:rPr>
            </w:pPr>
            <w:r>
              <w:rPr>
                <w:b/>
              </w:rPr>
              <w:t>Main Topic</w:t>
            </w:r>
          </w:p>
        </w:tc>
      </w:tr>
    </w:tbl>
    <w:p w14:paraId="20F4C413" w14:textId="7EB6ABA9" w:rsidR="00C53BCD" w:rsidRDefault="00C53BCD" w:rsidP="00C53BCD">
      <w:pPr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10"/>
      </w:tblGrid>
      <w:tr w:rsidR="00AA0EFC" w14:paraId="70DE3FEF" w14:textId="77777777" w:rsidTr="00682286">
        <w:trPr>
          <w:trHeight w:val="581"/>
        </w:trPr>
        <w:tc>
          <w:tcPr>
            <w:tcW w:w="9010" w:type="dxa"/>
            <w:tcBorders>
              <w:bottom w:val="single" w:sz="4" w:space="0" w:color="auto"/>
            </w:tcBorders>
            <w:vAlign w:val="center"/>
          </w:tcPr>
          <w:p w14:paraId="1774A4AD" w14:textId="68AE54A5" w:rsidR="00AA0EFC" w:rsidRDefault="00AA0EFC" w:rsidP="00AA0EFC">
            <w:pPr>
              <w:rPr>
                <w:b/>
              </w:rPr>
            </w:pPr>
            <w:r w:rsidRPr="00BE7DDB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</w:tr>
      <w:tr w:rsidR="00C53BCD" w14:paraId="6E7C062B" w14:textId="77777777" w:rsidTr="00682286">
        <w:tc>
          <w:tcPr>
            <w:tcW w:w="9010" w:type="dxa"/>
            <w:tcBorders>
              <w:left w:val="nil"/>
              <w:bottom w:val="nil"/>
              <w:right w:val="nil"/>
            </w:tcBorders>
          </w:tcPr>
          <w:p w14:paraId="1947B1C8" w14:textId="2E06151F" w:rsidR="00C53BCD" w:rsidRPr="00AA0EFC" w:rsidRDefault="007823DD" w:rsidP="00682286">
            <w:pPr>
              <w:rPr>
                <w:b/>
              </w:rPr>
            </w:pPr>
            <w:r>
              <w:rPr>
                <w:b/>
              </w:rPr>
              <w:t>Project Partner</w:t>
            </w:r>
            <w:r w:rsidR="00AA0EFC">
              <w:t xml:space="preserve"> (</w:t>
            </w:r>
            <w:r>
              <w:t xml:space="preserve">only in case of </w:t>
            </w:r>
            <w:r w:rsidR="00720045">
              <w:t>Team</w:t>
            </w:r>
            <w:r>
              <w:t xml:space="preserve"> Application)</w:t>
            </w:r>
          </w:p>
        </w:tc>
      </w:tr>
    </w:tbl>
    <w:p w14:paraId="14A14562" w14:textId="0874DB9F" w:rsidR="00EB4332" w:rsidRDefault="00EB4332" w:rsidP="00506724">
      <w:pPr>
        <w:rPr>
          <w:b/>
        </w:rPr>
      </w:pPr>
    </w:p>
    <w:p w14:paraId="061A1B30" w14:textId="77777777" w:rsidR="0035797A" w:rsidRDefault="0035797A" w:rsidP="00506724">
      <w:pPr>
        <w:rPr>
          <w:b/>
        </w:rPr>
      </w:pPr>
    </w:p>
    <w:p w14:paraId="479879A2" w14:textId="2A9246B5" w:rsidR="007823DD" w:rsidRDefault="007823DD" w:rsidP="007823DD">
      <w:pPr>
        <w:rPr>
          <w:i/>
        </w:rPr>
      </w:pPr>
      <w:r>
        <w:rPr>
          <w:b/>
          <w:i/>
          <w:sz w:val="22"/>
        </w:rPr>
        <w:t xml:space="preserve">II. Project Partner </w:t>
      </w:r>
      <w:r w:rsidRPr="007823DD">
        <w:rPr>
          <w:i/>
        </w:rPr>
        <w:t xml:space="preserve">(only in case of </w:t>
      </w:r>
      <w:r w:rsidR="00720045">
        <w:rPr>
          <w:i/>
        </w:rPr>
        <w:t>Team</w:t>
      </w:r>
      <w:r w:rsidRPr="007823DD">
        <w:rPr>
          <w:i/>
        </w:rPr>
        <w:t xml:space="preserve"> Application; if individual application, proceed with Point III)</w:t>
      </w:r>
    </w:p>
    <w:p w14:paraId="1EE99E5D" w14:textId="036D0E96" w:rsidR="007823DD" w:rsidRDefault="007823DD" w:rsidP="007823DD">
      <w:pPr>
        <w:rPr>
          <w:i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03"/>
        <w:gridCol w:w="3003"/>
        <w:gridCol w:w="3004"/>
      </w:tblGrid>
      <w:tr w:rsidR="00622E71" w14:paraId="20966D3A" w14:textId="77777777" w:rsidTr="00EF40E0">
        <w:trPr>
          <w:trHeight w:val="581"/>
        </w:trPr>
        <w:tc>
          <w:tcPr>
            <w:tcW w:w="3003" w:type="dxa"/>
            <w:tcBorders>
              <w:bottom w:val="single" w:sz="4" w:space="0" w:color="auto"/>
            </w:tcBorders>
            <w:vAlign w:val="center"/>
          </w:tcPr>
          <w:p w14:paraId="0A403178" w14:textId="77777777" w:rsidR="00622E71" w:rsidRDefault="00622E71" w:rsidP="00EF40E0">
            <w:pPr>
              <w:rPr>
                <w:b/>
              </w:rPr>
            </w:pPr>
            <w:r w:rsidRPr="00BE7DDB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  <w:bookmarkStart w:id="1" w:name="Text48"/>
        <w:tc>
          <w:tcPr>
            <w:tcW w:w="3003" w:type="dxa"/>
            <w:tcBorders>
              <w:bottom w:val="single" w:sz="4" w:space="0" w:color="auto"/>
            </w:tcBorders>
            <w:vAlign w:val="center"/>
          </w:tcPr>
          <w:p w14:paraId="5BB67BEB" w14:textId="77777777" w:rsidR="00622E71" w:rsidRDefault="00622E71" w:rsidP="00EF40E0">
            <w:pPr>
              <w:rPr>
                <w:b/>
              </w:rPr>
            </w:pPr>
            <w:r w:rsidRPr="00BE7DDB"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  <w:bookmarkEnd w:id="1"/>
          </w:p>
        </w:tc>
        <w:tc>
          <w:tcPr>
            <w:tcW w:w="3004" w:type="dxa"/>
            <w:tcBorders>
              <w:bottom w:val="single" w:sz="4" w:space="0" w:color="auto"/>
            </w:tcBorders>
            <w:vAlign w:val="center"/>
          </w:tcPr>
          <w:p w14:paraId="02BCD079" w14:textId="77777777" w:rsidR="00622E71" w:rsidRDefault="00622E71" w:rsidP="00EF40E0">
            <w:pPr>
              <w:rPr>
                <w:b/>
              </w:rPr>
            </w:pPr>
            <w:r w:rsidRPr="00BE7DDB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</w:tr>
      <w:tr w:rsidR="00622E71" w14:paraId="7B154220" w14:textId="77777777" w:rsidTr="00EF40E0">
        <w:tc>
          <w:tcPr>
            <w:tcW w:w="3003" w:type="dxa"/>
            <w:tcBorders>
              <w:left w:val="nil"/>
              <w:bottom w:val="nil"/>
              <w:right w:val="nil"/>
            </w:tcBorders>
          </w:tcPr>
          <w:p w14:paraId="45E9178C" w14:textId="3DB42695" w:rsidR="00622E71" w:rsidRDefault="00622E71" w:rsidP="00622E71">
            <w:pPr>
              <w:rPr>
                <w:b/>
              </w:rPr>
            </w:pPr>
            <w:r>
              <w:rPr>
                <w:b/>
              </w:rPr>
              <w:t>First Name</w:t>
            </w:r>
          </w:p>
        </w:tc>
        <w:tc>
          <w:tcPr>
            <w:tcW w:w="3003" w:type="dxa"/>
            <w:tcBorders>
              <w:left w:val="nil"/>
              <w:bottom w:val="nil"/>
              <w:right w:val="nil"/>
            </w:tcBorders>
          </w:tcPr>
          <w:p w14:paraId="1A393FA9" w14:textId="5AE5FD71" w:rsidR="00622E71" w:rsidRDefault="00622E71" w:rsidP="00622E71">
            <w:pPr>
              <w:rPr>
                <w:b/>
              </w:rPr>
            </w:pPr>
            <w:r>
              <w:rPr>
                <w:b/>
              </w:rPr>
              <w:t>Last Name</w:t>
            </w:r>
          </w:p>
        </w:tc>
        <w:tc>
          <w:tcPr>
            <w:tcW w:w="3004" w:type="dxa"/>
            <w:tcBorders>
              <w:left w:val="nil"/>
              <w:bottom w:val="nil"/>
              <w:right w:val="nil"/>
            </w:tcBorders>
          </w:tcPr>
          <w:p w14:paraId="214BFC28" w14:textId="4878489C" w:rsidR="00622E71" w:rsidRDefault="00622E71" w:rsidP="00622E71">
            <w:pPr>
              <w:rPr>
                <w:b/>
              </w:rPr>
            </w:pPr>
            <w:r>
              <w:rPr>
                <w:b/>
              </w:rPr>
              <w:t>Institution</w:t>
            </w:r>
          </w:p>
        </w:tc>
      </w:tr>
    </w:tbl>
    <w:p w14:paraId="6AC783D1" w14:textId="77777777" w:rsidR="007823DD" w:rsidRDefault="007823DD" w:rsidP="00506724">
      <w:pPr>
        <w:rPr>
          <w:b/>
        </w:rPr>
      </w:pPr>
    </w:p>
    <w:p w14:paraId="388372AA" w14:textId="77777777" w:rsidR="000C794E" w:rsidRDefault="000C794E">
      <w:pPr>
        <w:spacing w:after="200"/>
        <w:rPr>
          <w:b/>
          <w:i/>
          <w:sz w:val="22"/>
        </w:rPr>
      </w:pPr>
      <w:r>
        <w:rPr>
          <w:b/>
          <w:i/>
          <w:sz w:val="22"/>
        </w:rPr>
        <w:br w:type="page"/>
      </w:r>
    </w:p>
    <w:p w14:paraId="2B55B9CD" w14:textId="22372497" w:rsidR="00720045" w:rsidRDefault="00720045" w:rsidP="00720045">
      <w:pPr>
        <w:rPr>
          <w:i/>
        </w:rPr>
      </w:pPr>
      <w:r>
        <w:rPr>
          <w:b/>
          <w:i/>
          <w:sz w:val="22"/>
        </w:rPr>
        <w:lastRenderedPageBreak/>
        <w:t xml:space="preserve">III. Project Activity Host Institution </w:t>
      </w:r>
      <w:r w:rsidRPr="007823DD">
        <w:rPr>
          <w:i/>
        </w:rPr>
        <w:t>(only in case</w:t>
      </w:r>
      <w:r>
        <w:rPr>
          <w:i/>
        </w:rPr>
        <w:t xml:space="preserve"> </w:t>
      </w:r>
      <w:r w:rsidRPr="00720045">
        <w:rPr>
          <w:i/>
        </w:rPr>
        <w:t xml:space="preserve">activities are planned at a place </w:t>
      </w:r>
      <w:r>
        <w:rPr>
          <w:i/>
        </w:rPr>
        <w:t>outside the</w:t>
      </w:r>
      <w:r w:rsidRPr="00720045">
        <w:rPr>
          <w:i/>
        </w:rPr>
        <w:t xml:space="preserve"> home institution</w:t>
      </w:r>
      <w:r w:rsidRPr="007823DD">
        <w:rPr>
          <w:i/>
        </w:rPr>
        <w:t xml:space="preserve">; if </w:t>
      </w:r>
      <w:r>
        <w:rPr>
          <w:i/>
        </w:rPr>
        <w:t>the project activities will take place at your home institution</w:t>
      </w:r>
      <w:r w:rsidRPr="007823DD">
        <w:rPr>
          <w:i/>
        </w:rPr>
        <w:t>, proceed with Point I</w:t>
      </w:r>
      <w:r>
        <w:rPr>
          <w:i/>
        </w:rPr>
        <w:t>V</w:t>
      </w:r>
      <w:r w:rsidRPr="007823DD">
        <w:rPr>
          <w:i/>
        </w:rPr>
        <w:t>)</w:t>
      </w:r>
    </w:p>
    <w:p w14:paraId="12C5A4EC" w14:textId="77777777" w:rsidR="00720045" w:rsidRDefault="00720045" w:rsidP="00720045">
      <w:pPr>
        <w:rPr>
          <w:i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03"/>
        <w:gridCol w:w="3003"/>
        <w:gridCol w:w="3004"/>
      </w:tblGrid>
      <w:tr w:rsidR="00720045" w14:paraId="369B10A4" w14:textId="77777777" w:rsidTr="003A1492">
        <w:trPr>
          <w:trHeight w:val="581"/>
        </w:trPr>
        <w:tc>
          <w:tcPr>
            <w:tcW w:w="3003" w:type="dxa"/>
            <w:tcBorders>
              <w:bottom w:val="single" w:sz="4" w:space="0" w:color="auto"/>
            </w:tcBorders>
            <w:vAlign w:val="center"/>
          </w:tcPr>
          <w:p w14:paraId="4354B518" w14:textId="77777777" w:rsidR="00720045" w:rsidRDefault="00720045" w:rsidP="003A1492">
            <w:pPr>
              <w:rPr>
                <w:b/>
              </w:rPr>
            </w:pPr>
            <w:r w:rsidRPr="00BE7DDB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  <w:tc>
          <w:tcPr>
            <w:tcW w:w="3003" w:type="dxa"/>
            <w:tcBorders>
              <w:bottom w:val="single" w:sz="4" w:space="0" w:color="auto"/>
            </w:tcBorders>
            <w:vAlign w:val="center"/>
          </w:tcPr>
          <w:p w14:paraId="23B43EE0" w14:textId="77777777" w:rsidR="00720045" w:rsidRDefault="00720045" w:rsidP="003A1492">
            <w:pPr>
              <w:rPr>
                <w:b/>
              </w:rPr>
            </w:pPr>
            <w:r w:rsidRPr="00BE7DDB"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  <w:tc>
          <w:tcPr>
            <w:tcW w:w="3004" w:type="dxa"/>
            <w:tcBorders>
              <w:bottom w:val="single" w:sz="4" w:space="0" w:color="auto"/>
            </w:tcBorders>
            <w:vAlign w:val="center"/>
          </w:tcPr>
          <w:p w14:paraId="54DCD318" w14:textId="77777777" w:rsidR="00720045" w:rsidRDefault="00720045" w:rsidP="003A1492">
            <w:pPr>
              <w:rPr>
                <w:b/>
              </w:rPr>
            </w:pPr>
            <w:r w:rsidRPr="00BE7DDB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</w:tr>
      <w:tr w:rsidR="00720045" w14:paraId="68DE5846" w14:textId="77777777" w:rsidTr="003A1492">
        <w:tc>
          <w:tcPr>
            <w:tcW w:w="3003" w:type="dxa"/>
            <w:tcBorders>
              <w:left w:val="nil"/>
              <w:bottom w:val="nil"/>
              <w:right w:val="nil"/>
            </w:tcBorders>
          </w:tcPr>
          <w:p w14:paraId="75DA4402" w14:textId="7EB0A19A" w:rsidR="00720045" w:rsidRDefault="00720045" w:rsidP="003A1492">
            <w:pPr>
              <w:rPr>
                <w:b/>
              </w:rPr>
            </w:pPr>
            <w:r>
              <w:rPr>
                <w:b/>
              </w:rPr>
              <w:t>Name of Institution</w:t>
            </w:r>
          </w:p>
        </w:tc>
        <w:tc>
          <w:tcPr>
            <w:tcW w:w="3003" w:type="dxa"/>
            <w:tcBorders>
              <w:left w:val="nil"/>
              <w:bottom w:val="nil"/>
              <w:right w:val="nil"/>
            </w:tcBorders>
          </w:tcPr>
          <w:p w14:paraId="516FF829" w14:textId="2ACDE38D" w:rsidR="00720045" w:rsidRDefault="00720045" w:rsidP="003A1492">
            <w:pPr>
              <w:rPr>
                <w:b/>
              </w:rPr>
            </w:pPr>
            <w:r>
              <w:rPr>
                <w:b/>
              </w:rPr>
              <w:t>Place, Country</w:t>
            </w:r>
          </w:p>
        </w:tc>
        <w:tc>
          <w:tcPr>
            <w:tcW w:w="3004" w:type="dxa"/>
            <w:tcBorders>
              <w:left w:val="nil"/>
              <w:bottom w:val="nil"/>
              <w:right w:val="nil"/>
            </w:tcBorders>
          </w:tcPr>
          <w:p w14:paraId="4F902B6A" w14:textId="297BA630" w:rsidR="00720045" w:rsidRDefault="00720045" w:rsidP="003A1492">
            <w:pPr>
              <w:rPr>
                <w:b/>
              </w:rPr>
            </w:pPr>
            <w:r>
              <w:rPr>
                <w:b/>
              </w:rPr>
              <w:t>Contact Person in charge</w:t>
            </w:r>
          </w:p>
        </w:tc>
      </w:tr>
    </w:tbl>
    <w:p w14:paraId="34ED5C4F" w14:textId="3291AB4C" w:rsidR="00720045" w:rsidRDefault="00720045" w:rsidP="00720045">
      <w:pPr>
        <w:rPr>
          <w:b/>
        </w:rPr>
      </w:pPr>
    </w:p>
    <w:p w14:paraId="1965588E" w14:textId="77777777" w:rsidR="0035797A" w:rsidRDefault="0035797A" w:rsidP="00720045">
      <w:pPr>
        <w:rPr>
          <w:b/>
        </w:rPr>
      </w:pPr>
    </w:p>
    <w:p w14:paraId="0171F3EA" w14:textId="55692B3C" w:rsidR="00EB4332" w:rsidRDefault="00EB4332" w:rsidP="00EB4332">
      <w:pPr>
        <w:rPr>
          <w:b/>
          <w:i/>
          <w:sz w:val="22"/>
        </w:rPr>
      </w:pPr>
      <w:r>
        <w:rPr>
          <w:b/>
          <w:i/>
          <w:sz w:val="22"/>
        </w:rPr>
        <w:t>I</w:t>
      </w:r>
      <w:r w:rsidR="00720045">
        <w:rPr>
          <w:b/>
          <w:i/>
          <w:sz w:val="22"/>
        </w:rPr>
        <w:t>V</w:t>
      </w:r>
      <w:r>
        <w:rPr>
          <w:b/>
          <w:i/>
          <w:sz w:val="22"/>
        </w:rPr>
        <w:t xml:space="preserve">. </w:t>
      </w:r>
      <w:r w:rsidR="007823DD">
        <w:rPr>
          <w:b/>
          <w:i/>
          <w:sz w:val="22"/>
        </w:rPr>
        <w:t>Project Plan</w:t>
      </w:r>
      <w:r w:rsidRPr="00C53BCD">
        <w:rPr>
          <w:b/>
          <w:i/>
          <w:sz w:val="22"/>
        </w:rPr>
        <w:t>:</w:t>
      </w:r>
    </w:p>
    <w:p w14:paraId="6124DF6E" w14:textId="77777777" w:rsidR="007823DD" w:rsidRDefault="007823DD" w:rsidP="007823DD"/>
    <w:p w14:paraId="78C27592" w14:textId="51EB4559" w:rsidR="007823DD" w:rsidRDefault="007823DD" w:rsidP="007823DD">
      <w:r>
        <w:t xml:space="preserve">a.) Please describe the objectives and activities that characterise your planned project </w:t>
      </w:r>
      <w:r w:rsidRPr="007823DD">
        <w:rPr>
          <w:i/>
        </w:rPr>
        <w:t>(200 words max)</w:t>
      </w:r>
      <w:r>
        <w:t>:</w:t>
      </w:r>
    </w:p>
    <w:p w14:paraId="71FFE50E" w14:textId="77777777" w:rsidR="007823DD" w:rsidRDefault="007823DD" w:rsidP="007823DD">
      <w:pPr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10"/>
      </w:tblGrid>
      <w:tr w:rsidR="007823DD" w14:paraId="73464D15" w14:textId="77777777" w:rsidTr="00EF40E0">
        <w:trPr>
          <w:trHeight w:val="2573"/>
        </w:trPr>
        <w:tc>
          <w:tcPr>
            <w:tcW w:w="9010" w:type="dxa"/>
            <w:tcBorders>
              <w:bottom w:val="single" w:sz="4" w:space="0" w:color="auto"/>
            </w:tcBorders>
            <w:vAlign w:val="center"/>
          </w:tcPr>
          <w:p w14:paraId="01033649" w14:textId="77777777" w:rsidR="007823DD" w:rsidRDefault="007823DD" w:rsidP="00EF40E0">
            <w:pPr>
              <w:rPr>
                <w:b/>
              </w:rPr>
            </w:pPr>
            <w:r w:rsidRPr="00BE7DDB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</w:tr>
    </w:tbl>
    <w:p w14:paraId="6B08122B" w14:textId="2E66B527" w:rsidR="007823DD" w:rsidRDefault="007823DD" w:rsidP="007823DD">
      <w:pPr>
        <w:rPr>
          <w:b/>
        </w:rPr>
      </w:pPr>
    </w:p>
    <w:p w14:paraId="018967EF" w14:textId="2A0C19F8" w:rsidR="007823DD" w:rsidRDefault="007823DD" w:rsidP="007823DD">
      <w:r>
        <w:t xml:space="preserve">b.) Please outline the context of the activity and how it </w:t>
      </w:r>
      <w:r w:rsidR="000C794E">
        <w:t xml:space="preserve">will </w:t>
      </w:r>
      <w:r w:rsidR="009748A4">
        <w:t xml:space="preserve">be embedded in the </w:t>
      </w:r>
      <w:r w:rsidR="009748A4" w:rsidRPr="000D4FA6">
        <w:rPr>
          <w:color w:val="000000" w:themeColor="text1"/>
        </w:rPr>
        <w:t>respective institution’s quality strategy and/or tackle existing needs of the institution, country or region</w:t>
      </w:r>
      <w:r w:rsidR="009748A4">
        <w:t>?</w:t>
      </w:r>
      <w:r w:rsidRPr="007823DD">
        <w:rPr>
          <w:i/>
        </w:rPr>
        <w:t>(200 words max)</w:t>
      </w:r>
      <w:r>
        <w:t>:</w:t>
      </w:r>
    </w:p>
    <w:p w14:paraId="0F64E2A4" w14:textId="77777777" w:rsidR="007823DD" w:rsidRDefault="007823DD" w:rsidP="007823DD">
      <w:pPr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10"/>
      </w:tblGrid>
      <w:tr w:rsidR="007823DD" w14:paraId="2FB76D50" w14:textId="77777777" w:rsidTr="00EF40E0">
        <w:trPr>
          <w:trHeight w:val="2573"/>
        </w:trPr>
        <w:tc>
          <w:tcPr>
            <w:tcW w:w="9010" w:type="dxa"/>
            <w:tcBorders>
              <w:bottom w:val="single" w:sz="4" w:space="0" w:color="auto"/>
            </w:tcBorders>
            <w:vAlign w:val="center"/>
          </w:tcPr>
          <w:p w14:paraId="2C576481" w14:textId="77777777" w:rsidR="007823DD" w:rsidRDefault="007823DD" w:rsidP="00EF40E0">
            <w:pPr>
              <w:rPr>
                <w:b/>
              </w:rPr>
            </w:pPr>
            <w:r w:rsidRPr="00BE7DDB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</w:tr>
    </w:tbl>
    <w:p w14:paraId="2AE959FD" w14:textId="77777777" w:rsidR="007823DD" w:rsidRDefault="007823DD" w:rsidP="007823DD">
      <w:pPr>
        <w:rPr>
          <w:b/>
        </w:rPr>
      </w:pPr>
    </w:p>
    <w:p w14:paraId="18D39C64" w14:textId="77777777" w:rsidR="000C794E" w:rsidRDefault="000C794E">
      <w:pPr>
        <w:spacing w:after="200"/>
      </w:pPr>
      <w:r>
        <w:br w:type="page"/>
      </w:r>
    </w:p>
    <w:p w14:paraId="5636F50F" w14:textId="1D9FDC50" w:rsidR="00622E71" w:rsidRDefault="00622E71" w:rsidP="00622E71">
      <w:r>
        <w:lastRenderedPageBreak/>
        <w:t>c.) Please describe the sort of expertise you have in conducting workshops and training. If applicable, specify how</w:t>
      </w:r>
      <w:r w:rsidR="0028303C">
        <w:t xml:space="preserve"> </w:t>
      </w:r>
      <w:r w:rsidR="0028303C" w:rsidRPr="0028303C">
        <w:t xml:space="preserve">other departments or </w:t>
      </w:r>
      <w:r w:rsidR="0028303C">
        <w:t>colleagues</w:t>
      </w:r>
      <w:r w:rsidR="009748A4">
        <w:t xml:space="preserve"> and experts</w:t>
      </w:r>
      <w:r w:rsidR="000C794E">
        <w:t xml:space="preserve"> </w:t>
      </w:r>
      <w:r w:rsidR="009748A4">
        <w:t>/</w:t>
      </w:r>
      <w:r w:rsidR="000C794E">
        <w:t xml:space="preserve"> </w:t>
      </w:r>
      <w:r w:rsidR="009748A4">
        <w:t>trainers</w:t>
      </w:r>
      <w:r w:rsidR="0028303C">
        <w:t xml:space="preserve"> in</w:t>
      </w:r>
      <w:r w:rsidR="009748A4">
        <w:t>side or outside</w:t>
      </w:r>
      <w:r w:rsidR="0028303C">
        <w:t xml:space="preserve"> your institution will support the </w:t>
      </w:r>
      <w:r w:rsidR="009748A4">
        <w:t>project</w:t>
      </w:r>
      <w:r w:rsidR="0028303C">
        <w:t xml:space="preserve">. </w:t>
      </w:r>
      <w:r w:rsidRPr="007823DD">
        <w:rPr>
          <w:i/>
        </w:rPr>
        <w:t>(200 words max)</w:t>
      </w:r>
      <w:r>
        <w:t>:</w:t>
      </w:r>
    </w:p>
    <w:p w14:paraId="15641412" w14:textId="77777777" w:rsidR="00622E71" w:rsidRDefault="00622E71" w:rsidP="00622E71">
      <w:pPr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10"/>
      </w:tblGrid>
      <w:tr w:rsidR="00622E71" w14:paraId="57377E0D" w14:textId="77777777" w:rsidTr="00EF40E0">
        <w:trPr>
          <w:trHeight w:val="2573"/>
        </w:trPr>
        <w:tc>
          <w:tcPr>
            <w:tcW w:w="9010" w:type="dxa"/>
            <w:tcBorders>
              <w:bottom w:val="single" w:sz="4" w:space="0" w:color="auto"/>
            </w:tcBorders>
            <w:vAlign w:val="center"/>
          </w:tcPr>
          <w:p w14:paraId="3B62C54A" w14:textId="77777777" w:rsidR="00622E71" w:rsidRDefault="00622E71" w:rsidP="00EF40E0">
            <w:pPr>
              <w:rPr>
                <w:b/>
              </w:rPr>
            </w:pPr>
            <w:r w:rsidRPr="00BE7DDB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</w:tr>
    </w:tbl>
    <w:p w14:paraId="06EB8E38" w14:textId="77777777" w:rsidR="00622E71" w:rsidRDefault="00622E71" w:rsidP="00622E71">
      <w:pPr>
        <w:rPr>
          <w:b/>
        </w:rPr>
      </w:pPr>
    </w:p>
    <w:p w14:paraId="39E50DFD" w14:textId="25349976" w:rsidR="0028303C" w:rsidRDefault="0028303C" w:rsidP="0028303C">
      <w:r>
        <w:t xml:space="preserve">d.) </w:t>
      </w:r>
      <w:r w:rsidRPr="0028303C">
        <w:t xml:space="preserve">Which parties </w:t>
      </w:r>
      <w:r w:rsidR="009748A4">
        <w:t xml:space="preserve">or organisations </w:t>
      </w:r>
      <w:r w:rsidRPr="0028303C">
        <w:t>are involved in the project and what are their responsibilities</w:t>
      </w:r>
      <w:r w:rsidR="009748A4">
        <w:t xml:space="preserve"> or means of support</w:t>
      </w:r>
      <w:r w:rsidRPr="0028303C">
        <w:t>?</w:t>
      </w:r>
      <w:r>
        <w:t xml:space="preserve"> </w:t>
      </w:r>
      <w:r w:rsidRPr="007823DD">
        <w:rPr>
          <w:i/>
        </w:rPr>
        <w:t>(200 words max)</w:t>
      </w:r>
      <w:r>
        <w:t>:</w:t>
      </w:r>
    </w:p>
    <w:p w14:paraId="23567C9A" w14:textId="77777777" w:rsidR="0028303C" w:rsidRDefault="0028303C" w:rsidP="0028303C">
      <w:pPr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10"/>
      </w:tblGrid>
      <w:tr w:rsidR="0028303C" w14:paraId="65896BD7" w14:textId="77777777" w:rsidTr="00EF40E0">
        <w:trPr>
          <w:trHeight w:val="2573"/>
        </w:trPr>
        <w:tc>
          <w:tcPr>
            <w:tcW w:w="9010" w:type="dxa"/>
            <w:tcBorders>
              <w:bottom w:val="single" w:sz="4" w:space="0" w:color="auto"/>
            </w:tcBorders>
            <w:vAlign w:val="center"/>
          </w:tcPr>
          <w:p w14:paraId="47F6E3AE" w14:textId="77777777" w:rsidR="0028303C" w:rsidRDefault="0028303C" w:rsidP="00EF40E0">
            <w:pPr>
              <w:rPr>
                <w:b/>
              </w:rPr>
            </w:pPr>
            <w:r w:rsidRPr="00BE7DDB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</w:tr>
    </w:tbl>
    <w:p w14:paraId="63FB0AF1" w14:textId="3935EC83" w:rsidR="0028303C" w:rsidRDefault="0028303C" w:rsidP="0028303C">
      <w:pPr>
        <w:rPr>
          <w:b/>
        </w:rPr>
      </w:pPr>
    </w:p>
    <w:p w14:paraId="1BC079E4" w14:textId="77777777" w:rsidR="000C794E" w:rsidRDefault="000C794E">
      <w:pPr>
        <w:spacing w:after="200"/>
      </w:pPr>
      <w:r>
        <w:br w:type="page"/>
      </w:r>
    </w:p>
    <w:p w14:paraId="1331F181" w14:textId="2EF58372" w:rsidR="000C794E" w:rsidRDefault="000C794E" w:rsidP="000C794E">
      <w:r>
        <w:lastRenderedPageBreak/>
        <w:t xml:space="preserve">e.) </w:t>
      </w:r>
      <w:r w:rsidRPr="000C794E">
        <w:t>What is your allocated draft budget and where do financial resources co</w:t>
      </w:r>
      <w:r>
        <w:t>me from to realise the project?</w:t>
      </w:r>
      <w:r w:rsidRPr="0028303C">
        <w:t xml:space="preserve"> </w:t>
      </w:r>
      <w:r w:rsidRPr="007823DD">
        <w:rPr>
          <w:i/>
        </w:rPr>
        <w:t>(200 words max)</w:t>
      </w:r>
      <w:r>
        <w:t>:</w:t>
      </w:r>
    </w:p>
    <w:p w14:paraId="7E0A92CA" w14:textId="77777777" w:rsidR="000C794E" w:rsidRDefault="000C794E" w:rsidP="000C794E">
      <w:pPr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10"/>
      </w:tblGrid>
      <w:tr w:rsidR="000C794E" w14:paraId="15F3F8E7" w14:textId="77777777" w:rsidTr="00AB5897">
        <w:trPr>
          <w:trHeight w:val="2573"/>
        </w:trPr>
        <w:tc>
          <w:tcPr>
            <w:tcW w:w="9010" w:type="dxa"/>
            <w:tcBorders>
              <w:bottom w:val="single" w:sz="4" w:space="0" w:color="auto"/>
            </w:tcBorders>
            <w:vAlign w:val="center"/>
          </w:tcPr>
          <w:p w14:paraId="76AE40AC" w14:textId="77777777" w:rsidR="000C794E" w:rsidRDefault="000C794E" w:rsidP="00AB5897">
            <w:pPr>
              <w:rPr>
                <w:b/>
              </w:rPr>
            </w:pPr>
            <w:r w:rsidRPr="00BE7DDB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</w:tr>
    </w:tbl>
    <w:p w14:paraId="64BF1FC0" w14:textId="77777777" w:rsidR="000C794E" w:rsidRDefault="000C794E" w:rsidP="0028303C">
      <w:pPr>
        <w:rPr>
          <w:b/>
        </w:rPr>
      </w:pPr>
    </w:p>
    <w:p w14:paraId="0F793C13" w14:textId="1932A32C" w:rsidR="0028303C" w:rsidRDefault="000C794E" w:rsidP="0028303C">
      <w:r>
        <w:t>f</w:t>
      </w:r>
      <w:r w:rsidR="0028303C">
        <w:t xml:space="preserve">.) </w:t>
      </w:r>
      <w:r w:rsidR="0028303C" w:rsidRPr="0028303C">
        <w:t xml:space="preserve">What do you expect from the training for your project? What are open questions you have? </w:t>
      </w:r>
      <w:r w:rsidR="0028303C" w:rsidRPr="007823DD">
        <w:rPr>
          <w:i/>
        </w:rPr>
        <w:t>(200 words max)</w:t>
      </w:r>
      <w:r w:rsidR="0028303C">
        <w:t>:</w:t>
      </w:r>
    </w:p>
    <w:p w14:paraId="390261AC" w14:textId="77777777" w:rsidR="0028303C" w:rsidRDefault="0028303C" w:rsidP="0028303C">
      <w:pPr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10"/>
      </w:tblGrid>
      <w:tr w:rsidR="0028303C" w14:paraId="1365D87B" w14:textId="77777777" w:rsidTr="00EF40E0">
        <w:trPr>
          <w:trHeight w:val="2573"/>
        </w:trPr>
        <w:tc>
          <w:tcPr>
            <w:tcW w:w="9010" w:type="dxa"/>
            <w:tcBorders>
              <w:bottom w:val="single" w:sz="4" w:space="0" w:color="auto"/>
            </w:tcBorders>
            <w:vAlign w:val="center"/>
          </w:tcPr>
          <w:p w14:paraId="2B69C2E0" w14:textId="77777777" w:rsidR="0028303C" w:rsidRDefault="0028303C" w:rsidP="00EF40E0">
            <w:pPr>
              <w:rPr>
                <w:b/>
              </w:rPr>
            </w:pPr>
            <w:r w:rsidRPr="00BE7DDB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</w:tr>
    </w:tbl>
    <w:p w14:paraId="452E96A3" w14:textId="5D322F93" w:rsidR="0028303C" w:rsidRDefault="0028303C" w:rsidP="0028303C">
      <w:pPr>
        <w:pBdr>
          <w:bottom w:val="single" w:sz="12" w:space="1" w:color="auto"/>
        </w:pBdr>
        <w:rPr>
          <w:b/>
        </w:rPr>
      </w:pPr>
    </w:p>
    <w:p w14:paraId="0AEEB03D" w14:textId="6003002C" w:rsidR="00894AAF" w:rsidRDefault="00894AAF" w:rsidP="0028303C">
      <w:pPr>
        <w:pBdr>
          <w:bottom w:val="single" w:sz="12" w:space="1" w:color="auto"/>
        </w:pBdr>
        <w:rPr>
          <w:b/>
        </w:rPr>
      </w:pPr>
    </w:p>
    <w:p w14:paraId="6E2A87DA" w14:textId="70AA974D" w:rsidR="0035797A" w:rsidRDefault="0035797A" w:rsidP="0028303C">
      <w:pPr>
        <w:pBdr>
          <w:bottom w:val="single" w:sz="12" w:space="1" w:color="auto"/>
        </w:pBdr>
        <w:rPr>
          <w:b/>
        </w:rPr>
      </w:pPr>
    </w:p>
    <w:p w14:paraId="5B7B4E65" w14:textId="77777777" w:rsidR="0035797A" w:rsidRDefault="0035797A" w:rsidP="0028303C">
      <w:pPr>
        <w:pBdr>
          <w:bottom w:val="single" w:sz="12" w:space="1" w:color="auto"/>
        </w:pBdr>
        <w:rPr>
          <w:b/>
        </w:rPr>
      </w:pPr>
      <w:bookmarkStart w:id="2" w:name="_GoBack"/>
      <w:bookmarkEnd w:id="2"/>
    </w:p>
    <w:p w14:paraId="2F4AA1E9" w14:textId="77777777" w:rsidR="00894AAF" w:rsidRDefault="00894AAF" w:rsidP="00894AAF">
      <w:pPr>
        <w:rPr>
          <w:b/>
          <w:i/>
          <w:sz w:val="22"/>
        </w:rPr>
      </w:pPr>
    </w:p>
    <w:p w14:paraId="5F15C16E" w14:textId="38F1ED18" w:rsidR="00894AAF" w:rsidRDefault="00894AAF" w:rsidP="00894AAF">
      <w:pPr>
        <w:rPr>
          <w:b/>
          <w:i/>
          <w:sz w:val="22"/>
        </w:rPr>
      </w:pPr>
      <w:r>
        <w:rPr>
          <w:b/>
          <w:i/>
          <w:sz w:val="22"/>
        </w:rPr>
        <w:t>Confirmation</w:t>
      </w:r>
      <w:r w:rsidR="0095462E">
        <w:rPr>
          <w:b/>
          <w:i/>
          <w:sz w:val="22"/>
        </w:rPr>
        <w:t xml:space="preserve"> by Institutional Leadership</w:t>
      </w:r>
      <w:r w:rsidRPr="00C53BCD">
        <w:rPr>
          <w:b/>
          <w:i/>
          <w:sz w:val="22"/>
        </w:rPr>
        <w:t>:</w:t>
      </w:r>
    </w:p>
    <w:p w14:paraId="60AA8B00" w14:textId="77777777" w:rsidR="00894AAF" w:rsidRDefault="00894AAF" w:rsidP="00894AAF"/>
    <w:p w14:paraId="6CD66C63" w14:textId="052D097D" w:rsidR="0028303C" w:rsidRPr="0028303C" w:rsidRDefault="0028303C" w:rsidP="00EB4332">
      <w:pPr>
        <w:rPr>
          <w:b/>
          <w:i/>
          <w:sz w:val="22"/>
        </w:rPr>
      </w:pPr>
      <w:r w:rsidRPr="0028303C">
        <w:rPr>
          <w:b/>
        </w:rPr>
        <w:t>By means o</w:t>
      </w:r>
      <w:r w:rsidR="0095462E">
        <w:rPr>
          <w:b/>
        </w:rPr>
        <w:t xml:space="preserve">f my signature, I confirm that I support the project plan described above as well as its implication, along the terms </w:t>
      </w:r>
      <w:r w:rsidRPr="0028303C">
        <w:rPr>
          <w:b/>
        </w:rPr>
        <w:t>laid out in the Cal</w:t>
      </w:r>
      <w:r>
        <w:rPr>
          <w:b/>
        </w:rPr>
        <w:t>l for Application</w:t>
      </w:r>
      <w:r w:rsidRPr="0028303C">
        <w:rPr>
          <w:b/>
        </w:rPr>
        <w:t>.</w:t>
      </w:r>
    </w:p>
    <w:p w14:paraId="2975A00A" w14:textId="77777777" w:rsidR="0095462E" w:rsidRDefault="0095462E" w:rsidP="00781795">
      <w:pPr>
        <w:jc w:val="both"/>
        <w:rPr>
          <w:color w:val="000000" w:themeColor="text1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03"/>
        <w:gridCol w:w="3003"/>
        <w:gridCol w:w="3004"/>
      </w:tblGrid>
      <w:tr w:rsidR="0095462E" w14:paraId="06E3AB29" w14:textId="77777777" w:rsidTr="00EF40E0">
        <w:trPr>
          <w:trHeight w:val="581"/>
        </w:trPr>
        <w:tc>
          <w:tcPr>
            <w:tcW w:w="3003" w:type="dxa"/>
            <w:tcBorders>
              <w:bottom w:val="single" w:sz="4" w:space="0" w:color="auto"/>
            </w:tcBorders>
            <w:vAlign w:val="center"/>
          </w:tcPr>
          <w:p w14:paraId="6935B9CB" w14:textId="77777777" w:rsidR="0095462E" w:rsidRDefault="0095462E" w:rsidP="00EF40E0">
            <w:pPr>
              <w:rPr>
                <w:b/>
              </w:rPr>
            </w:pPr>
            <w:r w:rsidRPr="00BE7DDB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  <w:tc>
          <w:tcPr>
            <w:tcW w:w="3003" w:type="dxa"/>
            <w:tcBorders>
              <w:bottom w:val="single" w:sz="4" w:space="0" w:color="auto"/>
            </w:tcBorders>
            <w:vAlign w:val="center"/>
          </w:tcPr>
          <w:p w14:paraId="4D25902A" w14:textId="77777777" w:rsidR="0095462E" w:rsidRDefault="0095462E" w:rsidP="00EF40E0">
            <w:pPr>
              <w:rPr>
                <w:b/>
              </w:rPr>
            </w:pPr>
            <w:r w:rsidRPr="00BE7DDB"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  <w:tc>
          <w:tcPr>
            <w:tcW w:w="3004" w:type="dxa"/>
            <w:tcBorders>
              <w:bottom w:val="single" w:sz="4" w:space="0" w:color="auto"/>
            </w:tcBorders>
            <w:vAlign w:val="center"/>
          </w:tcPr>
          <w:p w14:paraId="351878EB" w14:textId="77777777" w:rsidR="0095462E" w:rsidRDefault="0095462E" w:rsidP="00EF40E0">
            <w:pPr>
              <w:rPr>
                <w:b/>
              </w:rPr>
            </w:pPr>
            <w:r w:rsidRPr="00BE7DDB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</w:tr>
      <w:tr w:rsidR="0095462E" w14:paraId="575C0D60" w14:textId="77777777" w:rsidTr="00EF40E0">
        <w:tc>
          <w:tcPr>
            <w:tcW w:w="3003" w:type="dxa"/>
            <w:tcBorders>
              <w:left w:val="nil"/>
              <w:bottom w:val="nil"/>
              <w:right w:val="nil"/>
            </w:tcBorders>
          </w:tcPr>
          <w:p w14:paraId="672A0AED" w14:textId="77777777" w:rsidR="0095462E" w:rsidRDefault="0095462E" w:rsidP="00EF40E0">
            <w:pPr>
              <w:rPr>
                <w:b/>
              </w:rPr>
            </w:pPr>
            <w:r>
              <w:rPr>
                <w:b/>
              </w:rPr>
              <w:t>First Name</w:t>
            </w:r>
          </w:p>
        </w:tc>
        <w:tc>
          <w:tcPr>
            <w:tcW w:w="3003" w:type="dxa"/>
            <w:tcBorders>
              <w:left w:val="nil"/>
              <w:bottom w:val="nil"/>
              <w:right w:val="nil"/>
            </w:tcBorders>
          </w:tcPr>
          <w:p w14:paraId="52F2076E" w14:textId="77777777" w:rsidR="0095462E" w:rsidRDefault="0095462E" w:rsidP="00EF40E0">
            <w:pPr>
              <w:rPr>
                <w:b/>
              </w:rPr>
            </w:pPr>
            <w:r>
              <w:rPr>
                <w:b/>
              </w:rPr>
              <w:t>Last Name</w:t>
            </w:r>
          </w:p>
        </w:tc>
        <w:tc>
          <w:tcPr>
            <w:tcW w:w="3004" w:type="dxa"/>
            <w:tcBorders>
              <w:left w:val="nil"/>
              <w:bottom w:val="nil"/>
              <w:right w:val="nil"/>
            </w:tcBorders>
          </w:tcPr>
          <w:p w14:paraId="2A13DEEE" w14:textId="72FF6173" w:rsidR="0095462E" w:rsidRDefault="0095462E" w:rsidP="00EF40E0">
            <w:pPr>
              <w:rPr>
                <w:b/>
              </w:rPr>
            </w:pPr>
            <w:r>
              <w:rPr>
                <w:b/>
              </w:rPr>
              <w:t>Position</w:t>
            </w:r>
          </w:p>
        </w:tc>
      </w:tr>
    </w:tbl>
    <w:p w14:paraId="0D91220F" w14:textId="77777777" w:rsidR="0095462E" w:rsidRPr="00220426" w:rsidRDefault="0095462E" w:rsidP="00220426">
      <w:pPr>
        <w:rPr>
          <w:color w:val="000000" w:themeColor="text1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4E6965" w14:paraId="30E5F2B3" w14:textId="77777777" w:rsidTr="004E6965">
        <w:tc>
          <w:tcPr>
            <w:tcW w:w="4505" w:type="dxa"/>
          </w:tcPr>
          <w:p w14:paraId="39DB479F" w14:textId="7753461C" w:rsidR="004E6965" w:rsidRDefault="0095462E" w:rsidP="004E696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Date and place:</w:t>
            </w:r>
            <w:r w:rsidR="004E6965" w:rsidRPr="0086723D">
              <w:rPr>
                <w:color w:val="000000" w:themeColor="text1"/>
              </w:rPr>
              <w:t xml:space="preserve"> </w:t>
            </w:r>
          </w:p>
        </w:tc>
        <w:tc>
          <w:tcPr>
            <w:tcW w:w="4505" w:type="dxa"/>
          </w:tcPr>
          <w:p w14:paraId="2C576C64" w14:textId="71EB8E85" w:rsidR="004E6965" w:rsidRDefault="004E6965" w:rsidP="004E696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Signature:</w:t>
            </w:r>
          </w:p>
        </w:tc>
      </w:tr>
      <w:tr w:rsidR="004E6965" w14:paraId="15DFD242" w14:textId="77777777" w:rsidTr="004E6965">
        <w:trPr>
          <w:trHeight w:val="974"/>
        </w:trPr>
        <w:tc>
          <w:tcPr>
            <w:tcW w:w="4505" w:type="dxa"/>
            <w:vAlign w:val="center"/>
          </w:tcPr>
          <w:p w14:paraId="1D1A9948" w14:textId="48C4E4A1" w:rsidR="004E6965" w:rsidRDefault="004E6965" w:rsidP="004E6965">
            <w:pPr>
              <w:rPr>
                <w:color w:val="000000" w:themeColor="text1"/>
              </w:rPr>
            </w:pPr>
            <w:r w:rsidRPr="00BE7DDB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  <w:tc>
          <w:tcPr>
            <w:tcW w:w="4505" w:type="dxa"/>
            <w:vAlign w:val="center"/>
          </w:tcPr>
          <w:p w14:paraId="20772554" w14:textId="4483C70F" w:rsidR="004E6965" w:rsidRDefault="004E6965" w:rsidP="004E6965">
            <w:pPr>
              <w:rPr>
                <w:color w:val="000000" w:themeColor="text1"/>
              </w:rPr>
            </w:pPr>
            <w:r w:rsidRPr="00BE7DDB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</w:tr>
    </w:tbl>
    <w:p w14:paraId="65E5C3F1" w14:textId="77777777" w:rsidR="004E6965" w:rsidRDefault="004E6965" w:rsidP="00220426">
      <w:pPr>
        <w:rPr>
          <w:color w:val="000000" w:themeColor="text1"/>
        </w:rPr>
      </w:pPr>
    </w:p>
    <w:sectPr w:rsidR="004E6965" w:rsidSect="00B87FBD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pgSz w:w="11900" w:h="16840"/>
      <w:pgMar w:top="1440" w:right="1440" w:bottom="1440" w:left="1440" w:header="568" w:footer="1155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CACF89" w14:textId="77777777" w:rsidR="00475E50" w:rsidRDefault="00475E50" w:rsidP="00403A5C">
      <w:r>
        <w:separator/>
      </w:r>
    </w:p>
  </w:endnote>
  <w:endnote w:type="continuationSeparator" w:id="0">
    <w:p w14:paraId="3C93F85F" w14:textId="77777777" w:rsidR="00475E50" w:rsidRDefault="00475E50" w:rsidP="00403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Franklin Gothic Medium Cond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37903B" w14:textId="77777777" w:rsidR="00D022E8" w:rsidRDefault="00D022E8" w:rsidP="00797311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4A52503" w14:textId="77777777" w:rsidR="00D022E8" w:rsidRDefault="00D022E8">
    <w:pPr>
      <w:pStyle w:val="Fuzeile"/>
    </w:pPr>
  </w:p>
  <w:p w14:paraId="5F06F94A" w14:textId="77777777" w:rsidR="00682286" w:rsidRDefault="0068228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5C588" w14:textId="77777777" w:rsidR="00D022E8" w:rsidRPr="009710E1" w:rsidRDefault="00D022E8" w:rsidP="009710E1">
    <w:pPr>
      <w:pStyle w:val="Kopfzeile"/>
      <w:tabs>
        <w:tab w:val="clear" w:pos="8640"/>
        <w:tab w:val="right" w:pos="8222"/>
      </w:tabs>
      <w:ind w:left="-1276" w:right="-1141"/>
      <w:jc w:val="center"/>
      <w:rPr>
        <w:rFonts w:eastAsia="Arial Unicode MS"/>
        <w:noProof/>
        <w:color w:val="404040" w:themeColor="text1" w:themeTint="BF"/>
        <w:sz w:val="16"/>
        <w:szCs w:val="16"/>
        <w:lang w:val="en-US" w:eastAsia="en-US"/>
      </w:rPr>
    </w:pPr>
    <w:r>
      <w:rPr>
        <w:noProof/>
        <w:lang w:val="de-DE" w:eastAsia="de-DE"/>
      </w:rPr>
      <w:drawing>
        <wp:anchor distT="0" distB="0" distL="114300" distR="114300" simplePos="0" relativeHeight="251663360" behindDoc="1" locked="0" layoutInCell="1" allowOverlap="1" wp14:anchorId="3A01D0F7" wp14:editId="72BA6626">
          <wp:simplePos x="0" y="0"/>
          <wp:positionH relativeFrom="margin">
            <wp:align>center</wp:align>
          </wp:positionH>
          <wp:positionV relativeFrom="paragraph">
            <wp:posOffset>81915</wp:posOffset>
          </wp:positionV>
          <wp:extent cx="6669407" cy="485775"/>
          <wp:effectExtent l="0" t="0" r="0" b="9525"/>
          <wp:wrapNone/>
          <wp:docPr id="60" name="Picture 60" descr="C:\Users\EU SHARE\AppData\Local\Microsoft\Windows\INetCacheContent.Word\SHARE Partners logo-Ne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EU SHARE\AppData\Local\Microsoft\Windows\INetCacheContent.Word\SHARE Partners logo-New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9407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D5D9C1" w14:textId="77777777" w:rsidR="00475E50" w:rsidRDefault="00475E50" w:rsidP="00403A5C">
      <w:r>
        <w:separator/>
      </w:r>
    </w:p>
  </w:footnote>
  <w:footnote w:type="continuationSeparator" w:id="0">
    <w:p w14:paraId="7CAC7DE2" w14:textId="77777777" w:rsidR="00475E50" w:rsidRDefault="00475E50" w:rsidP="00403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24F39B" w14:textId="054BC366" w:rsidR="00D022E8" w:rsidRDefault="00D022E8" w:rsidP="00E01DBC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2CA25621" w14:textId="77777777" w:rsidR="00D022E8" w:rsidRDefault="00D022E8" w:rsidP="00E01DBC">
    <w:pPr>
      <w:pStyle w:val="Kopfzeile"/>
      <w:ind w:right="360"/>
    </w:pPr>
  </w:p>
  <w:p w14:paraId="2A160A20" w14:textId="77777777" w:rsidR="00682286" w:rsidRDefault="0068228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5750A" w14:textId="4693C212" w:rsidR="00D022E8" w:rsidRDefault="00D022E8" w:rsidP="00E01DBC">
    <w:pPr>
      <w:pStyle w:val="Kopfzeile"/>
      <w:framePr w:wrap="around" w:vAnchor="text" w:hAnchor="margin" w:xAlign="right" w:y="1"/>
      <w:jc w:val="right"/>
      <w:rPr>
        <w:rStyle w:val="Seitenzahl"/>
      </w:rPr>
    </w:pPr>
  </w:p>
  <w:p w14:paraId="17E7B5E9" w14:textId="77777777" w:rsidR="00D022E8" w:rsidRDefault="00D022E8" w:rsidP="00E01DBC">
    <w:pPr>
      <w:pStyle w:val="Kopfzeile"/>
      <w:ind w:right="360"/>
    </w:pPr>
  </w:p>
  <w:p w14:paraId="3F5B8110" w14:textId="77777777" w:rsidR="00682286" w:rsidRDefault="0068228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088AE" w14:textId="45526725" w:rsidR="00D022E8" w:rsidRPr="009710E1" w:rsidRDefault="00D022E8" w:rsidP="00B87FBD">
    <w:pPr>
      <w:ind w:right="20"/>
      <w:jc w:val="right"/>
      <w:rPr>
        <w:rFonts w:eastAsia="Arial Unicode MS"/>
        <w:b/>
        <w:color w:val="404040" w:themeColor="text1" w:themeTint="BF"/>
        <w:sz w:val="32"/>
        <w:szCs w:val="32"/>
      </w:rPr>
    </w:pPr>
    <w:r w:rsidRPr="009710E1">
      <w:rPr>
        <w:rFonts w:eastAsia="Arial Unicode MS"/>
        <w:b/>
        <w:noProof/>
        <w:color w:val="404040" w:themeColor="text1" w:themeTint="BF"/>
        <w:sz w:val="32"/>
        <w:szCs w:val="32"/>
        <w:lang w:val="de-DE" w:eastAsia="de-DE"/>
      </w:rPr>
      <w:drawing>
        <wp:anchor distT="0" distB="0" distL="114300" distR="114300" simplePos="0" relativeHeight="251662336" behindDoc="1" locked="0" layoutInCell="1" allowOverlap="1" wp14:anchorId="354754BC" wp14:editId="0C8A8AF7">
          <wp:simplePos x="0" y="0"/>
          <wp:positionH relativeFrom="margin">
            <wp:align>left</wp:align>
          </wp:positionH>
          <wp:positionV relativeFrom="paragraph">
            <wp:posOffset>10795</wp:posOffset>
          </wp:positionV>
          <wp:extent cx="1599791" cy="885825"/>
          <wp:effectExtent l="0" t="0" r="635" b="0"/>
          <wp:wrapNone/>
          <wp:docPr id="59" name="Picture 59" descr="Macintosh HD:Users:StefanAir:Work:SHARE:Communications - Visibility - Public Relation:Screen Shot 2015-05-19 at 13.27.49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StefanAir:Work:SHARE:Communications - Visibility - Public Relation:Screen Shot 2015-05-19 at 13.27.49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9791" cy="8858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710E1">
      <w:rPr>
        <w:rFonts w:eastAsia="Arial Unicode MS"/>
        <w:b/>
        <w:color w:val="404040" w:themeColor="text1" w:themeTint="BF"/>
        <w:sz w:val="32"/>
        <w:szCs w:val="32"/>
      </w:rPr>
      <w:t>EUROPEAN UNION SUPPORT TO HIGHER</w:t>
    </w:r>
  </w:p>
  <w:p w14:paraId="304862B0" w14:textId="77777777" w:rsidR="00D022E8" w:rsidRPr="009710E1" w:rsidRDefault="00D022E8" w:rsidP="00B87FBD">
    <w:pPr>
      <w:ind w:right="20"/>
      <w:jc w:val="right"/>
      <w:rPr>
        <w:rFonts w:eastAsia="Arial Unicode MS"/>
        <w:b/>
        <w:color w:val="404040" w:themeColor="text1" w:themeTint="BF"/>
        <w:sz w:val="32"/>
        <w:szCs w:val="32"/>
      </w:rPr>
    </w:pPr>
    <w:r w:rsidRPr="009710E1">
      <w:rPr>
        <w:rFonts w:eastAsia="Arial Unicode MS"/>
        <w:b/>
        <w:color w:val="404040" w:themeColor="text1" w:themeTint="BF"/>
        <w:sz w:val="32"/>
        <w:szCs w:val="32"/>
      </w:rPr>
      <w:t>EDUCATION IN THE ASEAN REGION</w:t>
    </w:r>
  </w:p>
  <w:p w14:paraId="63FECDEE" w14:textId="77777777" w:rsidR="00D022E8" w:rsidRDefault="00D022E8" w:rsidP="009710E1">
    <w:pPr>
      <w:pStyle w:val="Kopfzeile"/>
      <w:ind w:right="-1000"/>
    </w:pPr>
  </w:p>
  <w:p w14:paraId="412F150D" w14:textId="77777777" w:rsidR="00D022E8" w:rsidRPr="009710E1" w:rsidRDefault="00D022E8" w:rsidP="00B87FBD">
    <w:pPr>
      <w:pStyle w:val="Kopfzeile"/>
      <w:tabs>
        <w:tab w:val="clear" w:pos="8640"/>
        <w:tab w:val="right" w:pos="8222"/>
      </w:tabs>
      <w:ind w:right="20"/>
      <w:jc w:val="right"/>
      <w:rPr>
        <w:rFonts w:eastAsia="Arial Unicode MS"/>
        <w:noProof/>
        <w:color w:val="404040" w:themeColor="text1" w:themeTint="BF"/>
        <w:sz w:val="16"/>
        <w:szCs w:val="16"/>
        <w:lang w:val="en-US" w:eastAsia="en-US"/>
      </w:rPr>
    </w:pPr>
    <w:r w:rsidRPr="009710E1">
      <w:rPr>
        <w:rFonts w:eastAsia="Arial Unicode MS"/>
        <w:noProof/>
        <w:color w:val="404040" w:themeColor="text1" w:themeTint="BF"/>
        <w:sz w:val="16"/>
        <w:szCs w:val="16"/>
        <w:lang w:val="en-US" w:eastAsia="en-US"/>
      </w:rPr>
      <w:t>SHARE P</w:t>
    </w:r>
    <w:r>
      <w:rPr>
        <w:rFonts w:eastAsia="Arial Unicode MS"/>
        <w:noProof/>
        <w:color w:val="404040" w:themeColor="text1" w:themeTint="BF"/>
        <w:sz w:val="16"/>
        <w:szCs w:val="16"/>
        <w:lang w:val="en-US" w:eastAsia="en-US"/>
      </w:rPr>
      <w:t xml:space="preserve">roject Management Office </w:t>
    </w:r>
  </w:p>
  <w:p w14:paraId="46477BA6" w14:textId="77777777" w:rsidR="00D022E8" w:rsidRDefault="00D022E8" w:rsidP="00B87FBD">
    <w:pPr>
      <w:pStyle w:val="Kopfzeile"/>
      <w:ind w:right="20"/>
      <w:jc w:val="right"/>
      <w:rPr>
        <w:rFonts w:eastAsia="Arial Unicode MS"/>
        <w:noProof/>
        <w:color w:val="404040" w:themeColor="text1" w:themeTint="BF"/>
        <w:sz w:val="16"/>
        <w:szCs w:val="16"/>
        <w:lang w:val="en-US" w:eastAsia="en-US"/>
      </w:rPr>
    </w:pPr>
    <w:r>
      <w:rPr>
        <w:rFonts w:eastAsia="Arial Unicode MS"/>
        <w:noProof/>
        <w:color w:val="404040" w:themeColor="text1" w:themeTint="BF"/>
        <w:sz w:val="16"/>
        <w:szCs w:val="16"/>
        <w:lang w:val="en-US" w:eastAsia="en-US"/>
      </w:rPr>
      <w:t>ASEAN Secretariat  |  70A Jl. Sisingamangaraja  |  Jakarta 12110  |  Indonesia</w:t>
    </w:r>
  </w:p>
  <w:p w14:paraId="3F5F66AC" w14:textId="77777777" w:rsidR="00D022E8" w:rsidRPr="00797311" w:rsidRDefault="00D022E8" w:rsidP="00B87FBD">
    <w:pPr>
      <w:pStyle w:val="Kopfzeile"/>
      <w:ind w:right="20"/>
      <w:jc w:val="right"/>
    </w:pPr>
    <w:r w:rsidRPr="009710E1">
      <w:rPr>
        <w:rFonts w:eastAsia="Arial Unicode MS"/>
        <w:noProof/>
        <w:color w:val="404040" w:themeColor="text1" w:themeTint="BF"/>
        <w:sz w:val="16"/>
        <w:szCs w:val="16"/>
        <w:lang w:val="en-US" w:eastAsia="en-US"/>
      </w:rPr>
      <w:t>Phone</w:t>
    </w:r>
    <w:r>
      <w:rPr>
        <w:rFonts w:eastAsia="Arial Unicode MS"/>
        <w:noProof/>
        <w:color w:val="404040" w:themeColor="text1" w:themeTint="BF"/>
        <w:sz w:val="16"/>
        <w:szCs w:val="16"/>
        <w:lang w:val="en-US" w:eastAsia="en-US"/>
      </w:rPr>
      <w:t>:</w:t>
    </w:r>
    <w:r w:rsidRPr="009710E1">
      <w:rPr>
        <w:rFonts w:eastAsia="Arial Unicode MS"/>
        <w:noProof/>
        <w:color w:val="404040" w:themeColor="text1" w:themeTint="BF"/>
        <w:sz w:val="16"/>
        <w:szCs w:val="16"/>
        <w:lang w:val="en-US" w:eastAsia="en-US"/>
      </w:rPr>
      <w:t xml:space="preserve"> +62 (21) </w:t>
    </w:r>
    <w:r>
      <w:rPr>
        <w:rFonts w:eastAsia="Arial Unicode MS"/>
        <w:noProof/>
        <w:color w:val="404040" w:themeColor="text1" w:themeTint="BF"/>
        <w:sz w:val="16"/>
        <w:szCs w:val="16"/>
        <w:lang w:val="en-US" w:eastAsia="en-US"/>
      </w:rPr>
      <w:t>726 2991  |  Email: info@share-asean.eu  |  Web: www.share-asean.eu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C3E4A"/>
    <w:multiLevelType w:val="hybridMultilevel"/>
    <w:tmpl w:val="2C3A38A0"/>
    <w:lvl w:ilvl="0" w:tplc="68E2056A">
      <w:start w:val="14"/>
      <w:numFmt w:val="bullet"/>
      <w:lvlText w:val=""/>
      <w:lvlJc w:val="left"/>
      <w:pPr>
        <w:ind w:left="720" w:hanging="360"/>
      </w:pPr>
      <w:rPr>
        <w:rFonts w:ascii="Wingdings" w:eastAsia="SimSu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72C8C"/>
    <w:multiLevelType w:val="hybridMultilevel"/>
    <w:tmpl w:val="5FB633F4"/>
    <w:lvl w:ilvl="0" w:tplc="040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352AF8"/>
    <w:multiLevelType w:val="hybridMultilevel"/>
    <w:tmpl w:val="36B079EC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A45"/>
    <w:multiLevelType w:val="hybridMultilevel"/>
    <w:tmpl w:val="3470013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B2AE4"/>
    <w:multiLevelType w:val="hybridMultilevel"/>
    <w:tmpl w:val="650AB9BC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C6096A"/>
    <w:multiLevelType w:val="hybridMultilevel"/>
    <w:tmpl w:val="939070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6E30C7"/>
    <w:multiLevelType w:val="hybridMultilevel"/>
    <w:tmpl w:val="F7306F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E577E"/>
    <w:multiLevelType w:val="hybridMultilevel"/>
    <w:tmpl w:val="6824AECC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F65755"/>
    <w:multiLevelType w:val="hybridMultilevel"/>
    <w:tmpl w:val="24AAD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550109"/>
    <w:multiLevelType w:val="hybridMultilevel"/>
    <w:tmpl w:val="C50E5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336C7C"/>
    <w:multiLevelType w:val="hybridMultilevel"/>
    <w:tmpl w:val="2C867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4D78B8"/>
    <w:multiLevelType w:val="hybridMultilevel"/>
    <w:tmpl w:val="FD8EEF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6175BF"/>
    <w:multiLevelType w:val="hybridMultilevel"/>
    <w:tmpl w:val="2A9E51A4"/>
    <w:lvl w:ilvl="0" w:tplc="AD0C1C40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323D0"/>
    <w:multiLevelType w:val="hybridMultilevel"/>
    <w:tmpl w:val="66B23880"/>
    <w:lvl w:ilvl="0" w:tplc="9E08087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B70BB7"/>
    <w:multiLevelType w:val="hybridMultilevel"/>
    <w:tmpl w:val="3F2281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38387F"/>
    <w:multiLevelType w:val="hybridMultilevel"/>
    <w:tmpl w:val="3D72BA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417FFE"/>
    <w:multiLevelType w:val="hybridMultilevel"/>
    <w:tmpl w:val="F42E09F6"/>
    <w:lvl w:ilvl="0" w:tplc="040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5447AA4"/>
    <w:multiLevelType w:val="hybridMultilevel"/>
    <w:tmpl w:val="9620D9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631510"/>
    <w:multiLevelType w:val="hybridMultilevel"/>
    <w:tmpl w:val="63BA51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BF3E7A"/>
    <w:multiLevelType w:val="hybridMultilevel"/>
    <w:tmpl w:val="441EC7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83145B"/>
    <w:multiLevelType w:val="hybridMultilevel"/>
    <w:tmpl w:val="F6C0EB7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C43D5C"/>
    <w:multiLevelType w:val="hybridMultilevel"/>
    <w:tmpl w:val="283E4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AA6832"/>
    <w:multiLevelType w:val="hybridMultilevel"/>
    <w:tmpl w:val="37483DC0"/>
    <w:lvl w:ilvl="0" w:tplc="040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D1C3545"/>
    <w:multiLevelType w:val="hybridMultilevel"/>
    <w:tmpl w:val="C52223E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3E51E9A"/>
    <w:multiLevelType w:val="hybridMultilevel"/>
    <w:tmpl w:val="AA9EFD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3E4239"/>
    <w:multiLevelType w:val="hybridMultilevel"/>
    <w:tmpl w:val="86BE97F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8F40D1"/>
    <w:multiLevelType w:val="hybridMultilevel"/>
    <w:tmpl w:val="B57CE5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184FA6"/>
    <w:multiLevelType w:val="hybridMultilevel"/>
    <w:tmpl w:val="CCA674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E168BB"/>
    <w:multiLevelType w:val="hybridMultilevel"/>
    <w:tmpl w:val="2F4CDF56"/>
    <w:lvl w:ilvl="0" w:tplc="040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70E3108"/>
    <w:multiLevelType w:val="hybridMultilevel"/>
    <w:tmpl w:val="651ECE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9B2EE4"/>
    <w:multiLevelType w:val="hybridMultilevel"/>
    <w:tmpl w:val="1B46C912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1"/>
  </w:num>
  <w:num w:numId="4">
    <w:abstractNumId w:val="9"/>
  </w:num>
  <w:num w:numId="5">
    <w:abstractNumId w:val="10"/>
  </w:num>
  <w:num w:numId="6">
    <w:abstractNumId w:val="8"/>
  </w:num>
  <w:num w:numId="7">
    <w:abstractNumId w:val="3"/>
  </w:num>
  <w:num w:numId="8">
    <w:abstractNumId w:val="13"/>
  </w:num>
  <w:num w:numId="9">
    <w:abstractNumId w:val="12"/>
  </w:num>
  <w:num w:numId="10">
    <w:abstractNumId w:val="17"/>
  </w:num>
  <w:num w:numId="11">
    <w:abstractNumId w:val="0"/>
  </w:num>
  <w:num w:numId="12">
    <w:abstractNumId w:val="19"/>
  </w:num>
  <w:num w:numId="13">
    <w:abstractNumId w:val="29"/>
  </w:num>
  <w:num w:numId="14">
    <w:abstractNumId w:val="26"/>
  </w:num>
  <w:num w:numId="15">
    <w:abstractNumId w:val="24"/>
  </w:num>
  <w:num w:numId="16">
    <w:abstractNumId w:val="20"/>
  </w:num>
  <w:num w:numId="17">
    <w:abstractNumId w:val="4"/>
  </w:num>
  <w:num w:numId="18">
    <w:abstractNumId w:val="15"/>
  </w:num>
  <w:num w:numId="19">
    <w:abstractNumId w:val="14"/>
  </w:num>
  <w:num w:numId="20">
    <w:abstractNumId w:val="23"/>
  </w:num>
  <w:num w:numId="21">
    <w:abstractNumId w:val="11"/>
  </w:num>
  <w:num w:numId="22">
    <w:abstractNumId w:val="2"/>
  </w:num>
  <w:num w:numId="23">
    <w:abstractNumId w:val="25"/>
  </w:num>
  <w:num w:numId="24">
    <w:abstractNumId w:val="30"/>
  </w:num>
  <w:num w:numId="25">
    <w:abstractNumId w:val="7"/>
  </w:num>
  <w:num w:numId="26">
    <w:abstractNumId w:val="28"/>
  </w:num>
  <w:num w:numId="27">
    <w:abstractNumId w:val="27"/>
  </w:num>
  <w:num w:numId="28">
    <w:abstractNumId w:val="16"/>
  </w:num>
  <w:num w:numId="29">
    <w:abstractNumId w:val="22"/>
  </w:num>
  <w:num w:numId="30">
    <w:abstractNumId w:val="1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A5C"/>
    <w:rsid w:val="000053DC"/>
    <w:rsid w:val="00012511"/>
    <w:rsid w:val="00012ACE"/>
    <w:rsid w:val="00042EB3"/>
    <w:rsid w:val="00047811"/>
    <w:rsid w:val="000807A2"/>
    <w:rsid w:val="00087727"/>
    <w:rsid w:val="000A265B"/>
    <w:rsid w:val="000B5FEC"/>
    <w:rsid w:val="000C1A19"/>
    <w:rsid w:val="000C267B"/>
    <w:rsid w:val="000C794E"/>
    <w:rsid w:val="000C7DD9"/>
    <w:rsid w:val="000D4FA6"/>
    <w:rsid w:val="000F3591"/>
    <w:rsid w:val="000F5DDA"/>
    <w:rsid w:val="000F6A73"/>
    <w:rsid w:val="00103B4C"/>
    <w:rsid w:val="00131AF4"/>
    <w:rsid w:val="001435C2"/>
    <w:rsid w:val="00152DDB"/>
    <w:rsid w:val="0015482B"/>
    <w:rsid w:val="001679B9"/>
    <w:rsid w:val="001761C9"/>
    <w:rsid w:val="001B247E"/>
    <w:rsid w:val="001B2C08"/>
    <w:rsid w:val="001B3C9A"/>
    <w:rsid w:val="001B5A00"/>
    <w:rsid w:val="001D7F6A"/>
    <w:rsid w:val="001F18C4"/>
    <w:rsid w:val="002059D3"/>
    <w:rsid w:val="00220426"/>
    <w:rsid w:val="00223F80"/>
    <w:rsid w:val="00224430"/>
    <w:rsid w:val="00273C81"/>
    <w:rsid w:val="00273F05"/>
    <w:rsid w:val="0028303C"/>
    <w:rsid w:val="002842D1"/>
    <w:rsid w:val="002B61E5"/>
    <w:rsid w:val="002C688A"/>
    <w:rsid w:val="002D4186"/>
    <w:rsid w:val="002E09A3"/>
    <w:rsid w:val="002E1F62"/>
    <w:rsid w:val="003236E6"/>
    <w:rsid w:val="00340D3A"/>
    <w:rsid w:val="0035797A"/>
    <w:rsid w:val="00367A07"/>
    <w:rsid w:val="00384137"/>
    <w:rsid w:val="00385130"/>
    <w:rsid w:val="003A034C"/>
    <w:rsid w:val="003B1FEB"/>
    <w:rsid w:val="003B7268"/>
    <w:rsid w:val="003C6E47"/>
    <w:rsid w:val="003D0101"/>
    <w:rsid w:val="003D1158"/>
    <w:rsid w:val="003D2B30"/>
    <w:rsid w:val="003D4B92"/>
    <w:rsid w:val="003E4020"/>
    <w:rsid w:val="003F7A91"/>
    <w:rsid w:val="00403A5C"/>
    <w:rsid w:val="00406E88"/>
    <w:rsid w:val="00421C4A"/>
    <w:rsid w:val="00427CAC"/>
    <w:rsid w:val="0043034D"/>
    <w:rsid w:val="00433142"/>
    <w:rsid w:val="00441F7E"/>
    <w:rsid w:val="00444570"/>
    <w:rsid w:val="0044497A"/>
    <w:rsid w:val="0045653B"/>
    <w:rsid w:val="00475E50"/>
    <w:rsid w:val="00490A5C"/>
    <w:rsid w:val="00493C9E"/>
    <w:rsid w:val="004A1D01"/>
    <w:rsid w:val="004B2FCC"/>
    <w:rsid w:val="004C3F13"/>
    <w:rsid w:val="004E6965"/>
    <w:rsid w:val="005021D7"/>
    <w:rsid w:val="00505040"/>
    <w:rsid w:val="0050512C"/>
    <w:rsid w:val="00506724"/>
    <w:rsid w:val="00535F25"/>
    <w:rsid w:val="00574F7A"/>
    <w:rsid w:val="0057540C"/>
    <w:rsid w:val="00582BF7"/>
    <w:rsid w:val="005A0B85"/>
    <w:rsid w:val="005A7BEF"/>
    <w:rsid w:val="005C1F67"/>
    <w:rsid w:val="005C79E7"/>
    <w:rsid w:val="005F0253"/>
    <w:rsid w:val="005F22B1"/>
    <w:rsid w:val="00622E71"/>
    <w:rsid w:val="006239CE"/>
    <w:rsid w:val="00626458"/>
    <w:rsid w:val="00655F0D"/>
    <w:rsid w:val="006757FA"/>
    <w:rsid w:val="00682286"/>
    <w:rsid w:val="0068732C"/>
    <w:rsid w:val="006A1C73"/>
    <w:rsid w:val="006A1E4B"/>
    <w:rsid w:val="006B53C9"/>
    <w:rsid w:val="006C760C"/>
    <w:rsid w:val="006D0D74"/>
    <w:rsid w:val="006D0DD0"/>
    <w:rsid w:val="006F0CA5"/>
    <w:rsid w:val="006F110F"/>
    <w:rsid w:val="00702D40"/>
    <w:rsid w:val="007146C0"/>
    <w:rsid w:val="00720045"/>
    <w:rsid w:val="00726AA0"/>
    <w:rsid w:val="0072742A"/>
    <w:rsid w:val="00740FF9"/>
    <w:rsid w:val="00753102"/>
    <w:rsid w:val="007632F6"/>
    <w:rsid w:val="00765FEA"/>
    <w:rsid w:val="00770D18"/>
    <w:rsid w:val="00781795"/>
    <w:rsid w:val="007823DD"/>
    <w:rsid w:val="00797311"/>
    <w:rsid w:val="007C43F9"/>
    <w:rsid w:val="007D50A3"/>
    <w:rsid w:val="007F20D8"/>
    <w:rsid w:val="00800CD9"/>
    <w:rsid w:val="00813D49"/>
    <w:rsid w:val="00813DF5"/>
    <w:rsid w:val="008203AD"/>
    <w:rsid w:val="00824FE1"/>
    <w:rsid w:val="00830372"/>
    <w:rsid w:val="0083049A"/>
    <w:rsid w:val="008617A9"/>
    <w:rsid w:val="00881FB2"/>
    <w:rsid w:val="0089221B"/>
    <w:rsid w:val="00894AAF"/>
    <w:rsid w:val="00896512"/>
    <w:rsid w:val="008D57F4"/>
    <w:rsid w:val="008F48D4"/>
    <w:rsid w:val="00905316"/>
    <w:rsid w:val="00906483"/>
    <w:rsid w:val="0091203F"/>
    <w:rsid w:val="00930B26"/>
    <w:rsid w:val="0093232C"/>
    <w:rsid w:val="00942BB4"/>
    <w:rsid w:val="00944366"/>
    <w:rsid w:val="0095462E"/>
    <w:rsid w:val="00956ADD"/>
    <w:rsid w:val="009710E1"/>
    <w:rsid w:val="00971F6D"/>
    <w:rsid w:val="009748A4"/>
    <w:rsid w:val="00982E9F"/>
    <w:rsid w:val="009867A8"/>
    <w:rsid w:val="00995A88"/>
    <w:rsid w:val="00997246"/>
    <w:rsid w:val="00997912"/>
    <w:rsid w:val="009A7C80"/>
    <w:rsid w:val="009D1B60"/>
    <w:rsid w:val="009D61C2"/>
    <w:rsid w:val="009E2C96"/>
    <w:rsid w:val="009E55C6"/>
    <w:rsid w:val="00A052FD"/>
    <w:rsid w:val="00A07366"/>
    <w:rsid w:val="00A11D6E"/>
    <w:rsid w:val="00A420DA"/>
    <w:rsid w:val="00A51CB6"/>
    <w:rsid w:val="00A557D9"/>
    <w:rsid w:val="00A6419B"/>
    <w:rsid w:val="00A7677A"/>
    <w:rsid w:val="00A83D58"/>
    <w:rsid w:val="00A84FF2"/>
    <w:rsid w:val="00A96DDC"/>
    <w:rsid w:val="00AA0EFC"/>
    <w:rsid w:val="00AB12CC"/>
    <w:rsid w:val="00AD36E1"/>
    <w:rsid w:val="00AD67F3"/>
    <w:rsid w:val="00AE73C9"/>
    <w:rsid w:val="00AF2E71"/>
    <w:rsid w:val="00B143FC"/>
    <w:rsid w:val="00B16A7E"/>
    <w:rsid w:val="00B2626D"/>
    <w:rsid w:val="00B56255"/>
    <w:rsid w:val="00B633EF"/>
    <w:rsid w:val="00B776AB"/>
    <w:rsid w:val="00B87FBD"/>
    <w:rsid w:val="00BB3273"/>
    <w:rsid w:val="00BC171C"/>
    <w:rsid w:val="00BE35A8"/>
    <w:rsid w:val="00C02EA8"/>
    <w:rsid w:val="00C47F14"/>
    <w:rsid w:val="00C53BCD"/>
    <w:rsid w:val="00C707AF"/>
    <w:rsid w:val="00C708BE"/>
    <w:rsid w:val="00C805DF"/>
    <w:rsid w:val="00C9565E"/>
    <w:rsid w:val="00C96FB7"/>
    <w:rsid w:val="00CA4B9F"/>
    <w:rsid w:val="00CC0A94"/>
    <w:rsid w:val="00CC18B4"/>
    <w:rsid w:val="00CE0D7F"/>
    <w:rsid w:val="00D022E8"/>
    <w:rsid w:val="00D07266"/>
    <w:rsid w:val="00D11AAE"/>
    <w:rsid w:val="00D160CF"/>
    <w:rsid w:val="00D169AD"/>
    <w:rsid w:val="00D17425"/>
    <w:rsid w:val="00D26A08"/>
    <w:rsid w:val="00D53765"/>
    <w:rsid w:val="00D664E6"/>
    <w:rsid w:val="00D85B1A"/>
    <w:rsid w:val="00DA3652"/>
    <w:rsid w:val="00DC43AC"/>
    <w:rsid w:val="00DD0FAD"/>
    <w:rsid w:val="00DE70E1"/>
    <w:rsid w:val="00E01DBC"/>
    <w:rsid w:val="00E178CE"/>
    <w:rsid w:val="00E232F8"/>
    <w:rsid w:val="00E60E91"/>
    <w:rsid w:val="00E61D0A"/>
    <w:rsid w:val="00E630BB"/>
    <w:rsid w:val="00E64BA7"/>
    <w:rsid w:val="00E84D9B"/>
    <w:rsid w:val="00E86A67"/>
    <w:rsid w:val="00EA7BA3"/>
    <w:rsid w:val="00EB4332"/>
    <w:rsid w:val="00EB76A5"/>
    <w:rsid w:val="00EC5351"/>
    <w:rsid w:val="00EE4AC0"/>
    <w:rsid w:val="00EF3A06"/>
    <w:rsid w:val="00F1189F"/>
    <w:rsid w:val="00F360EA"/>
    <w:rsid w:val="00F66A93"/>
    <w:rsid w:val="00F76134"/>
    <w:rsid w:val="00FB204B"/>
    <w:rsid w:val="00FD244F"/>
    <w:rsid w:val="00FD3D19"/>
    <w:rsid w:val="00FD42B1"/>
    <w:rsid w:val="00FF7DC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5F38120"/>
  <w15:docId w15:val="{DEE3A2C2-B8A3-4186-82F0-7340D38E0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97311"/>
    <w:pPr>
      <w:spacing w:after="0"/>
    </w:pPr>
    <w:rPr>
      <w:rFonts w:ascii="Arial" w:eastAsia="SimSun" w:hAnsi="Arial" w:cs="Arial"/>
      <w:sz w:val="20"/>
      <w:szCs w:val="20"/>
      <w:lang w:val="en-GB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03A5C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03A5C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403A5C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03A5C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3A5C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3A5C"/>
    <w:rPr>
      <w:rFonts w:ascii="Lucida Grande" w:hAnsi="Lucida Grande" w:cs="Lucida Grande"/>
      <w:sz w:val="18"/>
      <w:szCs w:val="18"/>
      <w:lang w:val="en-GB"/>
    </w:rPr>
  </w:style>
  <w:style w:type="paragraph" w:styleId="NurText">
    <w:name w:val="Plain Text"/>
    <w:basedOn w:val="Standard"/>
    <w:link w:val="NurTextZchn"/>
    <w:unhideWhenUsed/>
    <w:rsid w:val="00797311"/>
    <w:rPr>
      <w:rFonts w:ascii="Calibri" w:eastAsia="PMingLiU" w:hAnsi="Calibri" w:cs="Times New Roman"/>
      <w:sz w:val="24"/>
      <w:szCs w:val="21"/>
      <w:lang w:eastAsia="en-GB"/>
    </w:rPr>
  </w:style>
  <w:style w:type="character" w:customStyle="1" w:styleId="NurTextZchn">
    <w:name w:val="Nur Text Zchn"/>
    <w:basedOn w:val="Absatz-Standardschriftart"/>
    <w:link w:val="NurText"/>
    <w:rsid w:val="00797311"/>
    <w:rPr>
      <w:rFonts w:ascii="Calibri" w:eastAsia="PMingLiU" w:hAnsi="Calibri" w:cs="Times New Roman"/>
      <w:szCs w:val="21"/>
      <w:lang w:val="en-GB" w:eastAsia="en-GB"/>
    </w:rPr>
  </w:style>
  <w:style w:type="paragraph" w:styleId="KeinLeerraum">
    <w:name w:val="No Spacing"/>
    <w:uiPriority w:val="1"/>
    <w:qFormat/>
    <w:rsid w:val="00797311"/>
    <w:pPr>
      <w:spacing w:after="0"/>
    </w:pPr>
    <w:rPr>
      <w:rFonts w:ascii="Calibri" w:eastAsia="PMingLiU" w:hAnsi="Calibri" w:cs="Times New Roman"/>
      <w:sz w:val="22"/>
      <w:szCs w:val="22"/>
      <w:lang w:val="en-GB" w:eastAsia="zh-TW"/>
    </w:rPr>
  </w:style>
  <w:style w:type="paragraph" w:styleId="Listenabsatz">
    <w:name w:val="List Paragraph"/>
    <w:basedOn w:val="Standard"/>
    <w:uiPriority w:val="34"/>
    <w:qFormat/>
    <w:rsid w:val="00797311"/>
    <w:pPr>
      <w:spacing w:after="200" w:line="276" w:lineRule="auto"/>
      <w:ind w:left="720"/>
      <w:contextualSpacing/>
    </w:pPr>
    <w:rPr>
      <w:rFonts w:ascii="Calibri" w:eastAsia="PMingLiU" w:hAnsi="Calibri" w:cs="Times New Roman"/>
      <w:sz w:val="22"/>
      <w:szCs w:val="22"/>
      <w:lang w:eastAsia="zh-TW"/>
    </w:rPr>
  </w:style>
  <w:style w:type="character" w:styleId="Seitenzahl">
    <w:name w:val="page number"/>
    <w:basedOn w:val="Absatz-Standardschriftart"/>
    <w:uiPriority w:val="99"/>
    <w:semiHidden/>
    <w:unhideWhenUsed/>
    <w:rsid w:val="00797311"/>
  </w:style>
  <w:style w:type="character" w:styleId="Kommentarzeichen">
    <w:name w:val="annotation reference"/>
    <w:basedOn w:val="Absatz-Standardschriftart"/>
    <w:uiPriority w:val="99"/>
    <w:semiHidden/>
    <w:unhideWhenUsed/>
    <w:rsid w:val="008D57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D57F4"/>
  </w:style>
  <w:style w:type="character" w:customStyle="1" w:styleId="KommentartextZchn">
    <w:name w:val="Kommentartext Zchn"/>
    <w:basedOn w:val="Absatz-Standardschriftart"/>
    <w:link w:val="Kommentartext"/>
    <w:uiPriority w:val="99"/>
    <w:rsid w:val="008D57F4"/>
    <w:rPr>
      <w:rFonts w:ascii="Arial" w:eastAsia="SimSun" w:hAnsi="Arial" w:cs="Arial"/>
      <w:sz w:val="20"/>
      <w:szCs w:val="20"/>
      <w:lang w:val="en-GB"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D57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D57F4"/>
    <w:rPr>
      <w:rFonts w:ascii="Arial" w:eastAsia="SimSun" w:hAnsi="Arial" w:cs="Arial"/>
      <w:b/>
      <w:bCs/>
      <w:sz w:val="20"/>
      <w:szCs w:val="20"/>
      <w:lang w:val="en-GB" w:eastAsia="zh-CN"/>
    </w:rPr>
  </w:style>
  <w:style w:type="table" w:customStyle="1" w:styleId="PlainTable42">
    <w:name w:val="Plain Table 42"/>
    <w:basedOn w:val="NormaleTabelle"/>
    <w:uiPriority w:val="99"/>
    <w:rsid w:val="00D17425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StandardWeb">
    <w:name w:val="Normal (Web)"/>
    <w:basedOn w:val="Standard"/>
    <w:uiPriority w:val="99"/>
    <w:semiHidden/>
    <w:unhideWhenUsed/>
    <w:rsid w:val="00D17425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val="en-US" w:eastAsia="en-US"/>
    </w:rPr>
  </w:style>
  <w:style w:type="character" w:styleId="Hyperlink">
    <w:name w:val="Hyperlink"/>
    <w:basedOn w:val="Absatz-Standardschriftart"/>
    <w:uiPriority w:val="99"/>
    <w:unhideWhenUsed/>
    <w:rsid w:val="007F20D8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F20D8"/>
    <w:rPr>
      <w:color w:val="808080"/>
      <w:shd w:val="clear" w:color="auto" w:fill="E6E6E6"/>
    </w:rPr>
  </w:style>
  <w:style w:type="table" w:styleId="Tabellenraster">
    <w:name w:val="Table Grid"/>
    <w:basedOn w:val="NormaleTabelle"/>
    <w:uiPriority w:val="59"/>
    <w:rsid w:val="006A1E4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3D2B30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2B30"/>
    <w:rPr>
      <w:rFonts w:ascii="Arial" w:eastAsia="SimSun" w:hAnsi="Arial" w:cs="Arial"/>
      <w:sz w:val="20"/>
      <w:szCs w:val="20"/>
      <w:lang w:val="en-GB" w:eastAsia="zh-CN"/>
    </w:rPr>
  </w:style>
  <w:style w:type="character" w:styleId="Funotenzeichen">
    <w:name w:val="footnote reference"/>
    <w:basedOn w:val="Absatz-Standardschriftart"/>
    <w:uiPriority w:val="99"/>
    <w:semiHidden/>
    <w:unhideWhenUsed/>
    <w:rsid w:val="003D2B30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53BCD"/>
    <w:rPr>
      <w:color w:val="808080"/>
      <w:shd w:val="clear" w:color="auto" w:fill="E6E6E6"/>
    </w:rPr>
  </w:style>
  <w:style w:type="character" w:styleId="Platzhaltertext">
    <w:name w:val="Placeholder Text"/>
    <w:basedOn w:val="Absatz-Standardschriftart"/>
    <w:uiPriority w:val="99"/>
    <w:semiHidden/>
    <w:rsid w:val="00EB433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A300130B6ABF041A0619146668210A9" ma:contentTypeVersion="" ma:contentTypeDescription="Ein neues Dokument erstellen." ma:contentTypeScope="" ma:versionID="e0ea4f01f59e75c9a7c116887324de45">
  <xsd:schema xmlns:xsd="http://www.w3.org/2001/XMLSchema" xmlns:xs="http://www.w3.org/2001/XMLSchema" xmlns:p="http://schemas.microsoft.com/office/2006/metadata/properties" xmlns:ns2="55ece8c8-d96d-4a23-837d-0b00ef07878b" xmlns:ns3="f1c7bf05-c82b-47bb-b121-6211f11dcf32" xmlns:ns4="bd7de2f9-718e-4af8-9dd8-846650d9b837" xmlns:ns5="73a462f2-730a-4857-8961-6ac21947b956" targetNamespace="http://schemas.microsoft.com/office/2006/metadata/properties" ma:root="true" ma:fieldsID="26eced18bd200379898027d3ce29191d" ns2:_="" ns3:_="" ns4:_="" ns5:_="">
    <xsd:import namespace="55ece8c8-d96d-4a23-837d-0b00ef07878b"/>
    <xsd:import namespace="f1c7bf05-c82b-47bb-b121-6211f11dcf32"/>
    <xsd:import namespace="bd7de2f9-718e-4af8-9dd8-846650d9b837"/>
    <xsd:import namespace="73a462f2-730a-4857-8961-6ac21947b95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SharingHintHash" minOccurs="0"/>
                <xsd:element ref="ns4:SharedWithDetails" minOccurs="0"/>
                <xsd:element ref="ns5:MediaServiceMetadata" minOccurs="0"/>
                <xsd:element ref="ns5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ece8c8-d96d-4a23-837d-0b00ef0787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c7bf05-c82b-47bb-b121-6211f11dcf32" elementFormDefault="qualified">
    <xsd:import namespace="http://schemas.microsoft.com/office/2006/documentManagement/types"/>
    <xsd:import namespace="http://schemas.microsoft.com/office/infopath/2007/PartnerControls"/>
    <xsd:element name="SharingHintHash" ma:index="9" nillable="true" ma:displayName="Freigabehinweishash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7de2f9-718e-4af8-9dd8-846650d9b837" elementFormDefault="qualified">
    <xsd:import namespace="http://schemas.microsoft.com/office/2006/documentManagement/types"/>
    <xsd:import namespace="http://schemas.microsoft.com/office/infopath/2007/PartnerControls"/>
    <xsd:element name="SharedWithDetails" ma:index="10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a462f2-730a-4857-8961-6ac21947b9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A0D85-F7F3-4BB6-A057-D14A4B0BA4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92E8D3-B329-4BBE-8AAD-6FE1068DF278}">
  <ds:schemaRefs>
    <ds:schemaRef ds:uri="http://schemas.microsoft.com/office/2006/documentManagement/types"/>
    <ds:schemaRef ds:uri="bd7de2f9-718e-4af8-9dd8-846650d9b837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73a462f2-730a-4857-8961-6ac21947b956"/>
    <ds:schemaRef ds:uri="f1c7bf05-c82b-47bb-b121-6211f11dcf32"/>
    <ds:schemaRef ds:uri="http://purl.org/dc/terms/"/>
    <ds:schemaRef ds:uri="55ece8c8-d96d-4a23-837d-0b00ef07878b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3A699CC-277C-4859-B4D4-FF130ED90D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ece8c8-d96d-4a23-837d-0b00ef07878b"/>
    <ds:schemaRef ds:uri="f1c7bf05-c82b-47bb-b121-6211f11dcf32"/>
    <ds:schemaRef ds:uri="bd7de2f9-718e-4af8-9dd8-846650d9b837"/>
    <ds:schemaRef ds:uri="73a462f2-730a-4857-8961-6ac21947b9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5A6415-71EB-4E13-820A-B5650B385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509F5EBE.dotm</Template>
  <TotalTime>0</TotalTime>
  <Pages>4</Pages>
  <Words>355</Words>
  <Characters>2242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British Council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Hell</dc:creator>
  <cp:keywords/>
  <dc:description/>
  <cp:lastModifiedBy>Nils Tensi</cp:lastModifiedBy>
  <cp:revision>4</cp:revision>
  <cp:lastPrinted>2018-01-22T15:11:00Z</cp:lastPrinted>
  <dcterms:created xsi:type="dcterms:W3CDTF">2018-03-02T12:11:00Z</dcterms:created>
  <dcterms:modified xsi:type="dcterms:W3CDTF">2018-03-05T07:35:00Z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0x0101007A300130B6ABF041A0619146668210A9</vt:lpwstr>
  </property>
</Properties>
</file>